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B50" w:rsidRPr="00AE0DCE" w:rsidRDefault="00103B50" w:rsidP="007C3841">
      <w:pPr>
        <w:ind w:left="180" w:right="44"/>
        <w:jc w:val="center"/>
        <w:rPr>
          <w:rFonts w:ascii="Calibri" w:hAnsi="Calibri" w:cs="Calibri"/>
          <w:b/>
          <w:color w:val="000000"/>
          <w:sz w:val="28"/>
          <w:szCs w:val="28"/>
        </w:rPr>
        <w:sectPr w:rsidR="00103B50" w:rsidRPr="00AE0DCE" w:rsidSect="00EE0CFE">
          <w:headerReference w:type="default" r:id="rId10"/>
          <w:footerReference w:type="default" r:id="rId11"/>
          <w:pgSz w:w="11906" w:h="16838"/>
          <w:pgMar w:top="1817" w:right="849" w:bottom="1440" w:left="1440" w:header="284" w:footer="363" w:gutter="0"/>
          <w:cols w:space="708"/>
          <w:docGrid w:linePitch="360"/>
        </w:sectPr>
      </w:pPr>
      <w:bookmarkStart w:id="0" w:name="_GoBack"/>
      <w:bookmarkEnd w:id="0"/>
    </w:p>
    <w:p w:rsidR="000210B5" w:rsidRDefault="000210B5" w:rsidP="000210B5">
      <w:pPr>
        <w:rPr>
          <w:rFonts w:ascii="Calibri" w:hAnsi="Calibri" w:cs="Calibri"/>
          <w:color w:val="000000"/>
        </w:rPr>
      </w:pPr>
    </w:p>
    <w:p w:rsidR="006F6224" w:rsidRDefault="00D34C7D" w:rsidP="00404445">
      <w:pPr>
        <w:jc w:val="center"/>
        <w:rPr>
          <w:color w:val="003300"/>
          <w:sz w:val="28"/>
          <w:szCs w:val="28"/>
        </w:rPr>
      </w:pPr>
      <w:r>
        <w:rPr>
          <w:rFonts w:ascii="Arial" w:eastAsia="Arial Unicode MS" w:hAnsi="Arial" w:cs="Arial"/>
          <w:b/>
          <w:bCs/>
          <w:color w:val="003300"/>
          <w:sz w:val="28"/>
          <w:szCs w:val="28"/>
        </w:rPr>
        <w:t>Australian Mercy</w:t>
      </w:r>
      <w:r w:rsidR="0001541B">
        <w:rPr>
          <w:rFonts w:ascii="Arial" w:eastAsia="Arial Unicode MS" w:hAnsi="Arial" w:cs="Arial"/>
          <w:b/>
          <w:bCs/>
          <w:color w:val="003300"/>
          <w:sz w:val="28"/>
          <w:szCs w:val="28"/>
        </w:rPr>
        <w:t xml:space="preserve"> </w:t>
      </w:r>
      <w:r w:rsidR="00910AE8">
        <w:rPr>
          <w:rFonts w:ascii="Arial" w:eastAsia="Arial Unicode MS" w:hAnsi="Arial" w:cs="Arial"/>
          <w:b/>
          <w:bCs/>
          <w:color w:val="003300"/>
          <w:sz w:val="28"/>
          <w:szCs w:val="28"/>
        </w:rPr>
        <w:t xml:space="preserve">Project </w:t>
      </w:r>
      <w:r w:rsidR="006F6224">
        <w:rPr>
          <w:rFonts w:ascii="Arial" w:eastAsia="Arial Unicode MS" w:hAnsi="Arial" w:cs="Arial"/>
          <w:b/>
          <w:bCs/>
          <w:color w:val="003300"/>
          <w:sz w:val="28"/>
          <w:szCs w:val="28"/>
        </w:rPr>
        <w:t>Expression of Interest</w:t>
      </w:r>
    </w:p>
    <w:p w:rsidR="00404445" w:rsidRDefault="00404445" w:rsidP="00404445">
      <w:pPr>
        <w:pStyle w:val="Header"/>
        <w:rPr>
          <w:sz w:val="20"/>
          <w:szCs w:val="20"/>
        </w:rPr>
      </w:pPr>
    </w:p>
    <w:p w:rsidR="00B46AB4" w:rsidRPr="00E011EA" w:rsidRDefault="00B46AB4" w:rsidP="0037497A">
      <w:pPr>
        <w:rPr>
          <w:rFonts w:ascii="Arial" w:hAnsi="Arial" w:cs="Arial"/>
          <w:iCs/>
          <w:sz w:val="22"/>
          <w:szCs w:val="22"/>
        </w:rPr>
      </w:pPr>
      <w:r w:rsidRPr="00E011EA">
        <w:rPr>
          <w:rFonts w:ascii="Arial" w:hAnsi="Arial" w:cs="Arial"/>
          <w:iCs/>
          <w:sz w:val="22"/>
          <w:szCs w:val="22"/>
        </w:rPr>
        <w:t>A</w:t>
      </w:r>
      <w:r w:rsidR="00D34C7D">
        <w:rPr>
          <w:rFonts w:ascii="Arial" w:hAnsi="Arial" w:cs="Arial"/>
          <w:iCs/>
          <w:sz w:val="22"/>
          <w:szCs w:val="22"/>
        </w:rPr>
        <w:t>ustralian Mercy</w:t>
      </w:r>
      <w:r w:rsidRPr="00E011EA">
        <w:rPr>
          <w:rFonts w:ascii="Arial" w:hAnsi="Arial" w:cs="Arial"/>
          <w:iCs/>
          <w:sz w:val="22"/>
          <w:szCs w:val="22"/>
        </w:rPr>
        <w:t xml:space="preserve"> has established means</w:t>
      </w:r>
      <w:r w:rsidR="0037497A" w:rsidRPr="00E011EA">
        <w:rPr>
          <w:rFonts w:ascii="Arial" w:hAnsi="Arial" w:cs="Arial"/>
          <w:iCs/>
          <w:sz w:val="22"/>
          <w:szCs w:val="22"/>
        </w:rPr>
        <w:t xml:space="preserve"> for the direct relief of poverty, sickness, destitution, suffering or misfortune and for the </w:t>
      </w:r>
      <w:r w:rsidRPr="00E011EA">
        <w:rPr>
          <w:rFonts w:ascii="Arial" w:hAnsi="Arial" w:cs="Arial"/>
          <w:iCs/>
          <w:sz w:val="22"/>
          <w:szCs w:val="22"/>
        </w:rPr>
        <w:t>benefit of the community in Australia and overseas.</w:t>
      </w:r>
      <w:r w:rsidR="0037497A" w:rsidRPr="00E011EA">
        <w:rPr>
          <w:rFonts w:ascii="Arial" w:hAnsi="Arial" w:cs="Arial"/>
          <w:iCs/>
          <w:sz w:val="22"/>
          <w:szCs w:val="22"/>
        </w:rPr>
        <w:t xml:space="preserve"> </w:t>
      </w:r>
    </w:p>
    <w:p w:rsidR="00B46AB4" w:rsidRPr="00E011EA" w:rsidRDefault="00B46AB4" w:rsidP="0037497A">
      <w:pPr>
        <w:rPr>
          <w:rFonts w:ascii="Arial" w:hAnsi="Arial" w:cs="Arial"/>
          <w:iCs/>
          <w:sz w:val="22"/>
          <w:szCs w:val="22"/>
        </w:rPr>
      </w:pPr>
    </w:p>
    <w:p w:rsidR="00B46AB4" w:rsidRPr="00E011EA" w:rsidRDefault="000462F1" w:rsidP="0037497A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When appropriately designed The Australian </w:t>
      </w:r>
      <w:r w:rsidR="00B46AB4" w:rsidRPr="00E011EA">
        <w:rPr>
          <w:rFonts w:ascii="Arial" w:hAnsi="Arial" w:cs="Arial"/>
          <w:iCs/>
          <w:sz w:val="22"/>
          <w:szCs w:val="22"/>
        </w:rPr>
        <w:t>Taxation Office has approved the</w:t>
      </w:r>
      <w:r w:rsidR="0037497A" w:rsidRPr="00E011EA">
        <w:rPr>
          <w:rFonts w:ascii="Arial" w:hAnsi="Arial" w:cs="Arial"/>
          <w:iCs/>
          <w:sz w:val="22"/>
          <w:szCs w:val="22"/>
        </w:rPr>
        <w:t>s</w:t>
      </w:r>
      <w:r w:rsidR="00B46AB4" w:rsidRPr="00E011EA">
        <w:rPr>
          <w:rFonts w:ascii="Arial" w:hAnsi="Arial" w:cs="Arial"/>
          <w:iCs/>
          <w:sz w:val="22"/>
          <w:szCs w:val="22"/>
        </w:rPr>
        <w:t>e as income tax deductible.</w:t>
      </w:r>
      <w:r w:rsidR="0037497A" w:rsidRPr="00E011EA">
        <w:rPr>
          <w:rFonts w:ascii="Arial" w:hAnsi="Arial" w:cs="Arial"/>
          <w:iCs/>
          <w:sz w:val="22"/>
          <w:szCs w:val="22"/>
        </w:rPr>
        <w:t xml:space="preserve"> </w:t>
      </w:r>
    </w:p>
    <w:p w:rsidR="00B46AB4" w:rsidRPr="00E011EA" w:rsidRDefault="00B46AB4" w:rsidP="0037497A">
      <w:pPr>
        <w:rPr>
          <w:rFonts w:ascii="Arial" w:hAnsi="Arial" w:cs="Arial"/>
          <w:iCs/>
          <w:sz w:val="22"/>
          <w:szCs w:val="22"/>
        </w:rPr>
      </w:pPr>
    </w:p>
    <w:p w:rsidR="00B46AB4" w:rsidRPr="00E011EA" w:rsidRDefault="0037497A" w:rsidP="0037497A">
      <w:pPr>
        <w:rPr>
          <w:rFonts w:ascii="Arial" w:hAnsi="Arial" w:cs="Arial"/>
          <w:iCs/>
          <w:sz w:val="22"/>
          <w:szCs w:val="22"/>
        </w:rPr>
      </w:pPr>
      <w:r w:rsidRPr="00E011EA">
        <w:rPr>
          <w:rFonts w:ascii="Arial" w:hAnsi="Arial" w:cs="Arial"/>
          <w:iCs/>
          <w:sz w:val="22"/>
          <w:szCs w:val="22"/>
        </w:rPr>
        <w:t>This enables A</w:t>
      </w:r>
      <w:r w:rsidR="00D34C7D">
        <w:rPr>
          <w:rFonts w:ascii="Arial" w:hAnsi="Arial" w:cs="Arial"/>
          <w:iCs/>
          <w:sz w:val="22"/>
          <w:szCs w:val="22"/>
        </w:rPr>
        <w:t>ustralian Mercy</w:t>
      </w:r>
      <w:r w:rsidRPr="00E011EA">
        <w:rPr>
          <w:rFonts w:ascii="Arial" w:hAnsi="Arial" w:cs="Arial"/>
          <w:iCs/>
          <w:sz w:val="22"/>
          <w:szCs w:val="22"/>
        </w:rPr>
        <w:t xml:space="preserve"> to provide an income tax deductible receipt to donors giving moneys to </w:t>
      </w:r>
      <w:r w:rsidR="00B46AB4" w:rsidRPr="00E011EA">
        <w:rPr>
          <w:rFonts w:ascii="Arial" w:hAnsi="Arial" w:cs="Arial"/>
          <w:iCs/>
          <w:sz w:val="22"/>
          <w:szCs w:val="22"/>
        </w:rPr>
        <w:t xml:space="preserve">particular projects. </w:t>
      </w:r>
    </w:p>
    <w:p w:rsidR="00B46AB4" w:rsidRPr="00E011EA" w:rsidRDefault="00B46AB4" w:rsidP="0037497A">
      <w:pPr>
        <w:rPr>
          <w:rFonts w:ascii="Arial" w:hAnsi="Arial" w:cs="Arial"/>
          <w:iCs/>
          <w:sz w:val="22"/>
          <w:szCs w:val="22"/>
        </w:rPr>
      </w:pPr>
    </w:p>
    <w:p w:rsidR="0037497A" w:rsidRPr="00E011EA" w:rsidRDefault="0037497A" w:rsidP="0037497A">
      <w:pPr>
        <w:rPr>
          <w:rFonts w:ascii="Arial" w:hAnsi="Arial" w:cs="Arial"/>
          <w:iCs/>
          <w:sz w:val="22"/>
          <w:szCs w:val="22"/>
        </w:rPr>
      </w:pPr>
      <w:r w:rsidRPr="00E011EA">
        <w:rPr>
          <w:rFonts w:ascii="Arial" w:hAnsi="Arial" w:cs="Arial"/>
          <w:iCs/>
          <w:sz w:val="22"/>
          <w:szCs w:val="22"/>
        </w:rPr>
        <w:t xml:space="preserve">All moneys placed in </w:t>
      </w:r>
      <w:r w:rsidR="00B46AB4" w:rsidRPr="00E011EA">
        <w:rPr>
          <w:rFonts w:ascii="Arial" w:hAnsi="Arial" w:cs="Arial"/>
          <w:iCs/>
          <w:sz w:val="22"/>
          <w:szCs w:val="22"/>
        </w:rPr>
        <w:t>the appropriate fund</w:t>
      </w:r>
      <w:r w:rsidR="00E011EA">
        <w:rPr>
          <w:rFonts w:ascii="Arial" w:hAnsi="Arial" w:cs="Arial"/>
          <w:iCs/>
          <w:sz w:val="22"/>
          <w:szCs w:val="22"/>
        </w:rPr>
        <w:t>s</w:t>
      </w:r>
      <w:r w:rsidRPr="00E011EA">
        <w:rPr>
          <w:rFonts w:ascii="Arial" w:hAnsi="Arial" w:cs="Arial"/>
          <w:iCs/>
          <w:sz w:val="22"/>
          <w:szCs w:val="22"/>
        </w:rPr>
        <w:t xml:space="preserve"> must be</w:t>
      </w:r>
      <w:r w:rsidR="00B46AB4" w:rsidRPr="00E011EA">
        <w:rPr>
          <w:rFonts w:ascii="Arial" w:hAnsi="Arial" w:cs="Arial"/>
          <w:iCs/>
          <w:sz w:val="22"/>
          <w:szCs w:val="22"/>
        </w:rPr>
        <w:t xml:space="preserve"> expended on the purposes of th</w:t>
      </w:r>
      <w:r w:rsidR="00E011EA">
        <w:rPr>
          <w:rFonts w:ascii="Arial" w:hAnsi="Arial" w:cs="Arial"/>
          <w:iCs/>
          <w:sz w:val="22"/>
          <w:szCs w:val="22"/>
        </w:rPr>
        <w:t>ose</w:t>
      </w:r>
      <w:r w:rsidRPr="00E011EA">
        <w:rPr>
          <w:rFonts w:ascii="Arial" w:hAnsi="Arial" w:cs="Arial"/>
          <w:iCs/>
          <w:sz w:val="22"/>
          <w:szCs w:val="22"/>
        </w:rPr>
        <w:t xml:space="preserve"> fund</w:t>
      </w:r>
      <w:r w:rsidR="00E011EA">
        <w:rPr>
          <w:rFonts w:ascii="Arial" w:hAnsi="Arial" w:cs="Arial"/>
          <w:iCs/>
          <w:sz w:val="22"/>
          <w:szCs w:val="22"/>
        </w:rPr>
        <w:t>s</w:t>
      </w:r>
      <w:r w:rsidR="00B46AB4" w:rsidRPr="00E011EA">
        <w:rPr>
          <w:rFonts w:ascii="Arial" w:hAnsi="Arial" w:cs="Arial"/>
          <w:iCs/>
          <w:sz w:val="22"/>
          <w:szCs w:val="22"/>
        </w:rPr>
        <w:t>.</w:t>
      </w:r>
    </w:p>
    <w:p w:rsidR="00B46AB4" w:rsidRPr="00E011EA" w:rsidRDefault="00B46AB4" w:rsidP="0037497A">
      <w:pPr>
        <w:rPr>
          <w:rFonts w:ascii="Arial" w:hAnsi="Arial" w:cs="Arial"/>
          <w:iCs/>
          <w:sz w:val="22"/>
          <w:szCs w:val="22"/>
        </w:rPr>
      </w:pPr>
    </w:p>
    <w:p w:rsidR="0037497A" w:rsidRPr="00E011EA" w:rsidRDefault="0037497A" w:rsidP="0037497A">
      <w:pPr>
        <w:rPr>
          <w:rFonts w:ascii="Arial" w:hAnsi="Arial" w:cs="Arial"/>
          <w:iCs/>
          <w:sz w:val="22"/>
          <w:szCs w:val="22"/>
        </w:rPr>
      </w:pPr>
      <w:r w:rsidRPr="00E011EA">
        <w:rPr>
          <w:rFonts w:ascii="Arial" w:hAnsi="Arial" w:cs="Arial"/>
          <w:iCs/>
          <w:sz w:val="22"/>
          <w:szCs w:val="22"/>
        </w:rPr>
        <w:t xml:space="preserve">In order for a project to </w:t>
      </w:r>
      <w:r w:rsidR="00B46AB4" w:rsidRPr="00E011EA">
        <w:rPr>
          <w:rFonts w:ascii="Arial" w:hAnsi="Arial" w:cs="Arial"/>
          <w:iCs/>
          <w:sz w:val="22"/>
          <w:szCs w:val="22"/>
        </w:rPr>
        <w:t>qualify as tax deductible it must meet certain criteria</w:t>
      </w:r>
      <w:r w:rsidR="00E011EA">
        <w:rPr>
          <w:rFonts w:ascii="Arial" w:hAnsi="Arial" w:cs="Arial"/>
          <w:iCs/>
          <w:sz w:val="22"/>
          <w:szCs w:val="22"/>
        </w:rPr>
        <w:t>.</w:t>
      </w:r>
    </w:p>
    <w:p w:rsidR="00B46AB4" w:rsidRPr="00B46AB4" w:rsidRDefault="00E011EA" w:rsidP="00B46AB4">
      <w:pPr>
        <w:rPr>
          <w:rFonts w:ascii="Calibri" w:hAnsi="Calibri" w:cs="Calibri"/>
          <w:b/>
          <w:sz w:val="28"/>
        </w:rPr>
      </w:pPr>
      <w:r w:rsidRPr="00E011EA">
        <w:rPr>
          <w:rFonts w:ascii="Arial" w:hAnsi="Arial" w:cs="Arial"/>
          <w:iCs/>
          <w:sz w:val="22"/>
          <w:szCs w:val="22"/>
        </w:rPr>
        <w:t xml:space="preserve">For more information on </w:t>
      </w:r>
      <w:r>
        <w:rPr>
          <w:rFonts w:ascii="Arial" w:hAnsi="Arial" w:cs="Arial"/>
          <w:iCs/>
          <w:sz w:val="22"/>
          <w:szCs w:val="22"/>
        </w:rPr>
        <w:t>this criteria</w:t>
      </w:r>
      <w:r w:rsidRPr="00E011EA">
        <w:rPr>
          <w:rFonts w:ascii="Arial" w:hAnsi="Arial" w:cs="Arial"/>
          <w:iCs/>
          <w:sz w:val="22"/>
          <w:szCs w:val="22"/>
        </w:rPr>
        <w:t xml:space="preserve"> please consult</w:t>
      </w:r>
      <w:r w:rsidR="00B46AB4" w:rsidRPr="00E011EA">
        <w:rPr>
          <w:rFonts w:ascii="Arial" w:hAnsi="Arial" w:cs="Arial"/>
          <w:iCs/>
          <w:sz w:val="22"/>
          <w:szCs w:val="22"/>
        </w:rPr>
        <w:t xml:space="preserve"> the document</w:t>
      </w:r>
      <w:r w:rsidR="00B46AB4" w:rsidRPr="00B46AB4">
        <w:rPr>
          <w:rFonts w:ascii="Arial" w:hAnsi="Arial" w:cs="Arial"/>
          <w:color w:val="008000"/>
          <w:sz w:val="22"/>
          <w:szCs w:val="22"/>
          <w:lang w:val="en-AU"/>
        </w:rPr>
        <w:t xml:space="preserve"> </w:t>
      </w:r>
      <w:r w:rsidR="00B46AB4">
        <w:rPr>
          <w:rFonts w:ascii="Arial" w:hAnsi="Arial" w:cs="Arial"/>
          <w:color w:val="008000"/>
          <w:sz w:val="22"/>
          <w:szCs w:val="22"/>
          <w:lang w:val="en-AU"/>
        </w:rPr>
        <w:t>A</w:t>
      </w:r>
      <w:r w:rsidR="00C55AFE">
        <w:rPr>
          <w:rFonts w:ascii="Arial" w:hAnsi="Arial" w:cs="Arial"/>
          <w:color w:val="008000"/>
          <w:sz w:val="22"/>
          <w:szCs w:val="22"/>
          <w:lang w:val="en-AU"/>
        </w:rPr>
        <w:t>uMercy</w:t>
      </w:r>
      <w:r w:rsidR="00B46AB4">
        <w:rPr>
          <w:rFonts w:ascii="Arial" w:hAnsi="Arial" w:cs="Arial"/>
          <w:color w:val="008000"/>
          <w:sz w:val="22"/>
          <w:szCs w:val="22"/>
          <w:lang w:val="en-AU"/>
        </w:rPr>
        <w:t xml:space="preserve"> Project Proposal Conditions</w:t>
      </w:r>
    </w:p>
    <w:p w:rsidR="002A6E69" w:rsidRDefault="002A6E69" w:rsidP="00404445">
      <w:pPr>
        <w:rPr>
          <w:rFonts w:ascii="Arial" w:hAnsi="Arial" w:cs="Arial"/>
          <w:i/>
          <w:iCs/>
          <w:sz w:val="22"/>
          <w:szCs w:val="22"/>
        </w:rPr>
      </w:pPr>
    </w:p>
    <w:p w:rsidR="00D34C7D" w:rsidRPr="000462F1" w:rsidRDefault="00073119" w:rsidP="00D34C7D">
      <w:pPr>
        <w:rPr>
          <w:rFonts w:ascii="Arial" w:hAnsi="Arial" w:cs="Arial"/>
          <w:sz w:val="22"/>
          <w:szCs w:val="22"/>
          <w:lang w:val="en-AU"/>
        </w:rPr>
      </w:pPr>
      <w:r w:rsidRPr="00073119">
        <w:rPr>
          <w:rFonts w:ascii="Arial" w:hAnsi="Arial" w:cs="Arial"/>
          <w:sz w:val="22"/>
          <w:szCs w:val="22"/>
          <w:lang w:val="en-AU"/>
        </w:rPr>
        <w:t xml:space="preserve">Please note if your expression of interest </w:t>
      </w:r>
      <w:r>
        <w:rPr>
          <w:rFonts w:ascii="Arial" w:hAnsi="Arial" w:cs="Arial"/>
          <w:sz w:val="22"/>
          <w:szCs w:val="22"/>
          <w:lang w:val="en-AU"/>
        </w:rPr>
        <w:t>indicates that your project is suitable to be included in A</w:t>
      </w:r>
      <w:r w:rsidR="00D34C7D">
        <w:rPr>
          <w:rFonts w:ascii="Arial" w:hAnsi="Arial" w:cs="Arial"/>
          <w:sz w:val="22"/>
          <w:szCs w:val="22"/>
          <w:lang w:val="en-AU"/>
        </w:rPr>
        <w:t>ustralian Mercy</w:t>
      </w:r>
      <w:r>
        <w:rPr>
          <w:rFonts w:ascii="Arial" w:hAnsi="Arial" w:cs="Arial"/>
          <w:sz w:val="22"/>
          <w:szCs w:val="22"/>
          <w:lang w:val="en-AU"/>
        </w:rPr>
        <w:t xml:space="preserve"> (or can be modified accordingly) you will be required to fill in a detailed </w:t>
      </w:r>
      <w:r w:rsidR="001E146B">
        <w:rPr>
          <w:rFonts w:ascii="Arial" w:hAnsi="Arial" w:cs="Arial"/>
          <w:sz w:val="22"/>
          <w:szCs w:val="22"/>
          <w:lang w:val="en-AU"/>
        </w:rPr>
        <w:t>Project Proposal</w:t>
      </w:r>
      <w:r>
        <w:rPr>
          <w:rFonts w:ascii="Arial" w:hAnsi="Arial" w:cs="Arial"/>
          <w:sz w:val="22"/>
          <w:szCs w:val="22"/>
          <w:lang w:val="en-AU"/>
        </w:rPr>
        <w:t xml:space="preserve"> form prior to </w:t>
      </w:r>
      <w:r w:rsidR="002A6E69">
        <w:rPr>
          <w:rFonts w:ascii="Arial" w:hAnsi="Arial" w:cs="Arial"/>
          <w:sz w:val="22"/>
          <w:szCs w:val="22"/>
          <w:lang w:val="en-AU"/>
        </w:rPr>
        <w:t xml:space="preserve">formal </w:t>
      </w:r>
      <w:r>
        <w:rPr>
          <w:rFonts w:ascii="Arial" w:hAnsi="Arial" w:cs="Arial"/>
          <w:sz w:val="22"/>
          <w:szCs w:val="22"/>
          <w:lang w:val="en-AU"/>
        </w:rPr>
        <w:t>project acceptance</w:t>
      </w:r>
      <w:r w:rsidR="002A6E69">
        <w:rPr>
          <w:rFonts w:ascii="Arial" w:hAnsi="Arial" w:cs="Arial"/>
          <w:sz w:val="22"/>
          <w:szCs w:val="22"/>
          <w:lang w:val="en-AU"/>
        </w:rPr>
        <w:t xml:space="preserve"> by the ARMS board.</w:t>
      </w:r>
      <w:r>
        <w:rPr>
          <w:rFonts w:ascii="Arial" w:hAnsi="Arial" w:cs="Arial"/>
          <w:sz w:val="22"/>
          <w:szCs w:val="22"/>
          <w:lang w:val="en-AU"/>
        </w:rPr>
        <w:t xml:space="preserve"> </w:t>
      </w:r>
      <w:r w:rsidR="00D34C7D">
        <w:rPr>
          <w:rFonts w:ascii="Arial" w:hAnsi="Arial" w:cs="Arial"/>
          <w:sz w:val="22"/>
          <w:szCs w:val="22"/>
          <w:lang w:val="en-AU"/>
        </w:rPr>
        <w:t xml:space="preserve">This proposal submission incurs an application contribution of AU$100. Further documentation explaining such things as Asset disposal, child protection and other items related to a Memorandum of Understanding are also reviewed as part of the application process.  </w:t>
      </w:r>
    </w:p>
    <w:p w:rsidR="000462F1" w:rsidRPr="000462F1" w:rsidRDefault="000462F1" w:rsidP="00073119">
      <w:pPr>
        <w:rPr>
          <w:rFonts w:ascii="Arial" w:hAnsi="Arial" w:cs="Arial"/>
          <w:sz w:val="22"/>
          <w:szCs w:val="22"/>
          <w:lang w:val="en-AU"/>
        </w:rPr>
      </w:pPr>
    </w:p>
    <w:p w:rsidR="000462F1" w:rsidRPr="000462F1" w:rsidRDefault="000462F1" w:rsidP="000462F1">
      <w:pPr>
        <w:rPr>
          <w:rFonts w:ascii="Arial" w:hAnsi="Arial" w:cs="Arial"/>
          <w:sz w:val="22"/>
          <w:szCs w:val="22"/>
          <w:lang w:val="en-AU"/>
        </w:rPr>
      </w:pPr>
      <w:r w:rsidRPr="000462F1">
        <w:rPr>
          <w:rFonts w:ascii="Arial" w:hAnsi="Arial" w:cs="Arial"/>
          <w:sz w:val="22"/>
          <w:szCs w:val="22"/>
          <w:lang w:val="en-AU"/>
        </w:rPr>
        <w:t xml:space="preserve">Once the project proposal is refined and accepted a Project Management Group is appointed by the ARMS Board and the project commences (see </w:t>
      </w:r>
      <w:r w:rsidR="00C55AFE">
        <w:rPr>
          <w:rFonts w:ascii="Arial" w:hAnsi="Arial" w:cs="Arial"/>
          <w:color w:val="008000"/>
          <w:sz w:val="22"/>
          <w:szCs w:val="22"/>
          <w:lang w:val="en-AU"/>
        </w:rPr>
        <w:t>AuMercy</w:t>
      </w:r>
      <w:r w:rsidRPr="000462F1">
        <w:rPr>
          <w:rFonts w:ascii="Arial" w:hAnsi="Arial" w:cs="Arial"/>
          <w:color w:val="008000"/>
          <w:sz w:val="22"/>
          <w:szCs w:val="22"/>
          <w:lang w:val="en-AU"/>
        </w:rPr>
        <w:t xml:space="preserve"> Project Management Groups</w:t>
      </w:r>
      <w:r w:rsidRPr="000462F1">
        <w:rPr>
          <w:rFonts w:ascii="Arial" w:hAnsi="Arial" w:cs="Arial"/>
          <w:sz w:val="22"/>
          <w:szCs w:val="22"/>
          <w:lang w:val="en-AU"/>
        </w:rPr>
        <w:t>).</w:t>
      </w:r>
      <w:r w:rsidR="00D34C7D">
        <w:rPr>
          <w:rFonts w:ascii="Arial" w:hAnsi="Arial" w:cs="Arial"/>
          <w:sz w:val="22"/>
          <w:szCs w:val="22"/>
          <w:lang w:val="en-AU"/>
        </w:rPr>
        <w:t xml:space="preserve">  </w:t>
      </w:r>
    </w:p>
    <w:p w:rsidR="00406355" w:rsidRDefault="00406355" w:rsidP="00404445">
      <w:pPr>
        <w:rPr>
          <w:rFonts w:ascii="Arial" w:hAnsi="Arial" w:cs="Arial"/>
          <w:b/>
          <w:sz w:val="22"/>
          <w:szCs w:val="22"/>
          <w:u w:val="single"/>
          <w:lang w:val="en-AU"/>
        </w:rPr>
      </w:pPr>
    </w:p>
    <w:p w:rsidR="00404445" w:rsidRPr="00072337" w:rsidRDefault="00072337" w:rsidP="00072337">
      <w:pPr>
        <w:pStyle w:val="Subtitle"/>
        <w:rPr>
          <w:sz w:val="32"/>
          <w:lang w:val="en-AU"/>
        </w:rPr>
      </w:pPr>
      <w:r w:rsidRPr="00072337">
        <w:rPr>
          <w:sz w:val="32"/>
          <w:lang w:val="en-AU"/>
        </w:rPr>
        <w:t>Project Information</w:t>
      </w:r>
    </w:p>
    <w:p w:rsidR="00404445" w:rsidRDefault="00404445" w:rsidP="00404445">
      <w:pPr>
        <w:rPr>
          <w:rFonts w:ascii="Arial" w:hAnsi="Arial" w:cs="Arial"/>
          <w:sz w:val="22"/>
          <w:szCs w:val="22"/>
          <w:lang w:val="en-A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04445" w:rsidTr="00B43F1B">
        <w:trPr>
          <w:trHeight w:val="274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404445" w:rsidRDefault="0040444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1.1  </w:t>
            </w:r>
            <w:r w:rsidR="006F6224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The Project </w:t>
            </w:r>
          </w:p>
        </w:tc>
      </w:tr>
      <w:tr w:rsidR="00404445" w:rsidTr="00DD5C7C">
        <w:trPr>
          <w:trHeight w:val="112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55" w:rsidRDefault="00406355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404445" w:rsidRDefault="0040635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 xml:space="preserve">Name of the project: </w:t>
            </w:r>
          </w:p>
          <w:p w:rsidR="00404445" w:rsidRDefault="00EE582A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Location (</w:t>
            </w:r>
            <w:r w:rsidR="002A6E69">
              <w:rPr>
                <w:rFonts w:ascii="Arial" w:hAnsi="Arial" w:cs="Arial"/>
                <w:sz w:val="22"/>
                <w:szCs w:val="22"/>
                <w:lang w:val="en-AU"/>
              </w:rPr>
              <w:t>state/</w:t>
            </w:r>
            <w:r w:rsidR="00406355">
              <w:rPr>
                <w:rFonts w:ascii="Arial" w:hAnsi="Arial" w:cs="Arial"/>
                <w:sz w:val="22"/>
                <w:szCs w:val="22"/>
                <w:lang w:val="en-AU"/>
              </w:rPr>
              <w:t>city/</w:t>
            </w:r>
            <w:r>
              <w:rPr>
                <w:rFonts w:ascii="Arial" w:hAnsi="Arial" w:cs="Arial"/>
                <w:sz w:val="22"/>
                <w:szCs w:val="22"/>
                <w:lang w:val="en-AU"/>
              </w:rPr>
              <w:t>suburb/</w:t>
            </w:r>
            <w:r w:rsidR="00406355">
              <w:rPr>
                <w:rFonts w:ascii="Arial" w:hAnsi="Arial" w:cs="Arial"/>
                <w:sz w:val="22"/>
                <w:szCs w:val="22"/>
                <w:lang w:val="en-AU"/>
              </w:rPr>
              <w:t xml:space="preserve">town):  </w:t>
            </w:r>
          </w:p>
          <w:p w:rsidR="002A6E69" w:rsidRPr="00EE582A" w:rsidRDefault="002A6E69">
            <w:pPr>
              <w:rPr>
                <w:rFonts w:ascii="Arial" w:hAnsi="Arial" w:cs="Arial"/>
                <w:color w:val="008000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Country</w:t>
            </w:r>
          </w:p>
          <w:p w:rsidR="00404445" w:rsidRDefault="00404445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</w:tbl>
    <w:p w:rsidR="00404445" w:rsidRDefault="00404445" w:rsidP="00404445">
      <w:pPr>
        <w:rPr>
          <w:rFonts w:ascii="Arial" w:hAnsi="Arial" w:cs="Arial"/>
          <w:sz w:val="22"/>
          <w:szCs w:val="22"/>
          <w:lang w:val="en-A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04445" w:rsidTr="00B43F1B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404445" w:rsidRDefault="0040444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1.2 </w:t>
            </w:r>
            <w:r w:rsidR="00762972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 </w:t>
            </w:r>
            <w:r w:rsidR="00EE04D4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Project Timing </w:t>
            </w:r>
          </w:p>
        </w:tc>
      </w:tr>
      <w:tr w:rsidR="00404445" w:rsidTr="00406355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355" w:rsidRDefault="00406355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404445" w:rsidRDefault="0040635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Expected start date:</w:t>
            </w:r>
            <w: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 xml:space="preserve"> </w:t>
            </w:r>
          </w:p>
          <w:p w:rsidR="00404445" w:rsidRDefault="0040635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Expected finish date:</w:t>
            </w:r>
            <w: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 xml:space="preserve"> </w:t>
            </w:r>
            <w:r w:rsidR="005461DF" w:rsidRPr="003E739F">
              <w:rPr>
                <w:rFonts w:ascii="Arial" w:hAnsi="Arial" w:cs="Arial"/>
                <w:i/>
                <w:color w:val="FF0000"/>
                <w:sz w:val="22"/>
                <w:szCs w:val="22"/>
                <w:lang w:val="en-AU"/>
              </w:rPr>
              <w:t>Usually no longer than 3 years</w:t>
            </w:r>
          </w:p>
          <w:p w:rsidR="00404445" w:rsidRDefault="00404445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</w:tbl>
    <w:p w:rsidR="00404445" w:rsidRDefault="00404445" w:rsidP="00404445">
      <w:pPr>
        <w:rPr>
          <w:rFonts w:ascii="Arial" w:hAnsi="Arial" w:cs="Arial"/>
          <w:color w:val="FF0000"/>
          <w:sz w:val="22"/>
          <w:szCs w:val="22"/>
          <w:lang w:val="en-A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404445" w:rsidTr="00B43F1B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404445" w:rsidRDefault="00404445" w:rsidP="00C00FCC">
            <w:pPr>
              <w:spacing w:before="60" w:after="60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1.3  </w:t>
            </w:r>
            <w:r w:rsidR="00C00FCC">
              <w:rPr>
                <w:rFonts w:ascii="Arial" w:hAnsi="Arial" w:cs="Arial"/>
                <w:b/>
                <w:sz w:val="22"/>
                <w:szCs w:val="22"/>
                <w:lang w:val="en-AU"/>
              </w:rPr>
              <w:t>Details</w:t>
            </w:r>
            <w:r w:rsidR="00EE582A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 of</w:t>
            </w:r>
            <w:r w:rsidR="00EE04D4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 </w:t>
            </w:r>
            <w:r w:rsidR="00073119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Delivery Organisation </w:t>
            </w:r>
          </w:p>
        </w:tc>
      </w:tr>
      <w:tr w:rsidR="00404445" w:rsidTr="00406355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45" w:rsidRDefault="00404445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6F6224" w:rsidRDefault="00406355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Name of Organisation:</w:t>
            </w:r>
          </w:p>
          <w:p w:rsidR="006F6224" w:rsidRDefault="006F622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Address:</w:t>
            </w:r>
          </w:p>
          <w:p w:rsidR="006F6224" w:rsidRDefault="006F622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Email:</w:t>
            </w:r>
          </w:p>
          <w:p w:rsidR="00C00FCC" w:rsidRPr="006F6224" w:rsidRDefault="006F6224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lastRenderedPageBreak/>
              <w:t>Website:</w:t>
            </w:r>
            <w:r w:rsidR="00406355">
              <w:rPr>
                <w:rFonts w:ascii="Arial" w:hAnsi="Arial" w:cs="Arial"/>
                <w:sz w:val="22"/>
                <w:szCs w:val="22"/>
                <w:lang w:val="en-AU"/>
              </w:rPr>
              <w:t xml:space="preserve"> </w:t>
            </w:r>
          </w:p>
          <w:p w:rsidR="009F1688" w:rsidRDefault="009F1688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</w:tr>
    </w:tbl>
    <w:p w:rsidR="00404445" w:rsidRDefault="00404445" w:rsidP="00404445">
      <w:pPr>
        <w:rPr>
          <w:rFonts w:ascii="Arial" w:hAnsi="Arial" w:cs="Arial"/>
          <w:sz w:val="22"/>
          <w:szCs w:val="22"/>
          <w:lang w:val="en-A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04445" w:rsidTr="00B43F1B">
        <w:trPr>
          <w:trHeight w:val="23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404445" w:rsidRDefault="00EE04D4">
            <w:pPr>
              <w:spacing w:before="60" w:after="60"/>
              <w:rPr>
                <w:rFonts w:ascii="Arial Bold" w:hAnsi="Arial Bold" w:cs="Arial"/>
                <w:b/>
                <w:caps/>
                <w:sz w:val="22"/>
                <w:szCs w:val="22"/>
                <w:lang w:val="en-AU"/>
              </w:rPr>
            </w:pPr>
            <w:r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>1</w:t>
            </w:r>
            <w:r w:rsidR="00762972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.4 </w:t>
            </w:r>
            <w:r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 </w:t>
            </w:r>
            <w:r w:rsidR="00073119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>Give a b</w:t>
            </w:r>
            <w:r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rief background to </w:t>
            </w:r>
            <w:r w:rsidR="00073119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the </w:t>
            </w:r>
            <w:r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>situation</w:t>
            </w:r>
            <w:r w:rsidR="00073119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 and your involvement</w:t>
            </w:r>
          </w:p>
        </w:tc>
      </w:tr>
      <w:tr w:rsidR="00404445" w:rsidTr="00DD5C7C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45" w:rsidRDefault="00404445">
            <w:pPr>
              <w:tabs>
                <w:tab w:val="left" w:pos="312"/>
              </w:tabs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  <w:p w:rsidR="00DD5C7C" w:rsidRDefault="00DD5C7C">
            <w:pPr>
              <w:tabs>
                <w:tab w:val="left" w:pos="312"/>
              </w:tabs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  <w:p w:rsidR="00404445" w:rsidRDefault="00404445">
            <w:pPr>
              <w:tabs>
                <w:tab w:val="left" w:pos="312"/>
              </w:tabs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</w:tr>
    </w:tbl>
    <w:p w:rsidR="00404445" w:rsidRDefault="00404445" w:rsidP="00404445">
      <w:pPr>
        <w:rPr>
          <w:rFonts w:ascii="Arial" w:hAnsi="Arial" w:cs="Arial"/>
          <w:sz w:val="22"/>
          <w:szCs w:val="22"/>
          <w:lang w:val="en-A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04445" w:rsidTr="00B43F1B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404445" w:rsidRDefault="00177208" w:rsidP="002A6E69">
            <w:pPr>
              <w:spacing w:before="60" w:after="60"/>
              <w:rPr>
                <w:rFonts w:ascii="Arial Bold" w:hAnsi="Arial Bold" w:cs="Arial"/>
                <w:b/>
                <w:caps/>
                <w:sz w:val="22"/>
                <w:szCs w:val="22"/>
                <w:lang w:val="en-AU"/>
              </w:rPr>
            </w:pPr>
            <w:r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>1</w:t>
            </w:r>
            <w:r w:rsidR="00762972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.5 </w:t>
            </w:r>
            <w:r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 </w:t>
            </w:r>
            <w:r w:rsidR="00073119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>Comment on h</w:t>
            </w:r>
            <w:r w:rsidR="00EE04D4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ow </w:t>
            </w:r>
            <w:r w:rsidR="002A6E69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>your</w:t>
            </w:r>
            <w:r w:rsidR="00EE04D4">
              <w:rPr>
                <w:rFonts w:ascii="Arial Bold" w:hAnsi="Arial Bold" w:cs="Arial"/>
                <w:b/>
                <w:sz w:val="22"/>
                <w:szCs w:val="22"/>
                <w:lang w:val="en-AU"/>
              </w:rPr>
              <w:t xml:space="preserve"> project will address the development needs/issues</w:t>
            </w:r>
          </w:p>
        </w:tc>
      </w:tr>
      <w:tr w:rsidR="00404445" w:rsidTr="00DD5C7C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45" w:rsidRDefault="0040444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  <w:p w:rsidR="00404445" w:rsidRDefault="0040444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  <w:p w:rsidR="00404445" w:rsidRDefault="0040444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</w:tr>
    </w:tbl>
    <w:p w:rsidR="00D449F6" w:rsidRDefault="00D449F6" w:rsidP="00404445">
      <w:pPr>
        <w:rPr>
          <w:rFonts w:ascii="Arial" w:hAnsi="Arial" w:cs="Arial"/>
          <w:i/>
          <w:color w:val="FF0000"/>
          <w:sz w:val="22"/>
          <w:szCs w:val="22"/>
          <w:lang w:val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1357"/>
        <w:gridCol w:w="1357"/>
        <w:gridCol w:w="1067"/>
      </w:tblGrid>
      <w:tr w:rsidR="00762972" w:rsidTr="00B43F1B">
        <w:trPr>
          <w:trHeight w:val="340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62972" w:rsidRPr="00762972" w:rsidRDefault="00762972">
            <w:pPr>
              <w:ind w:left="-339" w:firstLine="339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762972">
              <w:rPr>
                <w:rFonts w:ascii="Arial" w:hAnsi="Arial" w:cs="Arial"/>
                <w:b/>
                <w:sz w:val="22"/>
                <w:szCs w:val="22"/>
                <w:lang w:val="en-AU"/>
              </w:rPr>
              <w:t>1.6  Finance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62972" w:rsidRDefault="007629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62972" w:rsidRDefault="007629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62972" w:rsidRDefault="007629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</w:tr>
      <w:tr w:rsidR="00404445" w:rsidTr="00B43F1B">
        <w:trPr>
          <w:trHeight w:val="256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04445" w:rsidRDefault="00404445">
            <w:pPr>
              <w:ind w:left="-339" w:firstLine="339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04445" w:rsidRDefault="004044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>YR 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04445" w:rsidRDefault="004044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>YR 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04445" w:rsidRDefault="004044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>YR 3</w:t>
            </w:r>
          </w:p>
        </w:tc>
      </w:tr>
      <w:tr w:rsidR="00404445" w:rsidTr="00B43F1B">
        <w:trPr>
          <w:trHeight w:val="406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04445" w:rsidRDefault="006F6224" w:rsidP="00403188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Estimated Project Income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04445" w:rsidRDefault="0040444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04445" w:rsidRDefault="0040444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04445" w:rsidRDefault="0040444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</w:tr>
      <w:tr w:rsidR="00404445" w:rsidTr="00B43F1B">
        <w:trPr>
          <w:trHeight w:val="384"/>
        </w:trPr>
        <w:tc>
          <w:tcPr>
            <w:tcW w:w="60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04445" w:rsidRDefault="006F6224">
            <w:pPr>
              <w:rPr>
                <w:rFonts w:ascii="Arial" w:hAnsi="Arial" w:cs="Arial"/>
                <w:bCs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AU"/>
              </w:rPr>
              <w:t>Estimated Project Expense</w:t>
            </w:r>
            <w:r w:rsidR="00404445">
              <w:rPr>
                <w:rFonts w:ascii="Arial" w:hAnsi="Arial" w:cs="Arial"/>
                <w:bCs/>
                <w:sz w:val="22"/>
                <w:szCs w:val="22"/>
                <w:lang w:val="en-AU"/>
              </w:rPr>
              <w:t xml:space="preserve"> </w:t>
            </w:r>
          </w:p>
        </w:tc>
        <w:tc>
          <w:tcPr>
            <w:tcW w:w="13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45" w:rsidRDefault="0040444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13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45" w:rsidRDefault="0040444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10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45" w:rsidRDefault="00404445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</w:tr>
    </w:tbl>
    <w:p w:rsidR="00404445" w:rsidRDefault="00404445" w:rsidP="009A3630">
      <w:pPr>
        <w:pBdr>
          <w:bottom w:val="single" w:sz="4" w:space="0" w:color="auto"/>
        </w:pBdr>
        <w:rPr>
          <w:rFonts w:ascii="Arial" w:hAnsi="Arial" w:cs="Arial"/>
          <w:sz w:val="22"/>
          <w:szCs w:val="22"/>
          <w:lang w:val="en-A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DD18DA" w:rsidTr="00B43F1B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DD18DA" w:rsidRDefault="00762972" w:rsidP="00DD18D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>1.7</w:t>
            </w:r>
            <w:r w:rsidR="00DD18DA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 Submission of application</w:t>
            </w:r>
          </w:p>
        </w:tc>
      </w:tr>
      <w:tr w:rsidR="00DD18DA" w:rsidTr="00DE1C76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8DA" w:rsidRDefault="00DD18DA" w:rsidP="00DE1C76">
            <w:pPr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  <w:p w:rsidR="00DD18DA" w:rsidRPr="002A6E69" w:rsidRDefault="006F6224" w:rsidP="00DD18DA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2A6E69">
              <w:rPr>
                <w:rFonts w:ascii="Arial" w:hAnsi="Arial" w:cs="Arial"/>
                <w:sz w:val="22"/>
                <w:szCs w:val="22"/>
                <w:lang w:val="en-AU"/>
              </w:rPr>
              <w:t>Expression of Interest s</w:t>
            </w:r>
            <w:r w:rsidR="00DD18DA" w:rsidRPr="002A6E69">
              <w:rPr>
                <w:rFonts w:ascii="Arial" w:hAnsi="Arial" w:cs="Arial"/>
                <w:sz w:val="22"/>
                <w:szCs w:val="22"/>
                <w:lang w:val="en-AU"/>
              </w:rPr>
              <w:t>ubmitted by:</w:t>
            </w:r>
          </w:p>
          <w:p w:rsidR="00DD18DA" w:rsidRPr="002A6E69" w:rsidRDefault="00DD18DA" w:rsidP="00DD18DA">
            <w:pPr>
              <w:spacing w:line="360" w:lineRule="auto"/>
              <w:ind w:left="720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DD18DA" w:rsidRPr="002A6E69" w:rsidRDefault="00DD18DA" w:rsidP="00DD18DA">
            <w:pPr>
              <w:tabs>
                <w:tab w:val="left" w:pos="3366"/>
              </w:tabs>
              <w:spacing w:line="360" w:lineRule="auto"/>
              <w:ind w:left="720"/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  <w:r w:rsidRPr="002A6E69">
              <w:rPr>
                <w:rFonts w:ascii="Arial" w:hAnsi="Arial" w:cs="Arial"/>
                <w:sz w:val="22"/>
                <w:szCs w:val="22"/>
                <w:lang w:val="en-AU"/>
              </w:rPr>
              <w:t>Full name:</w:t>
            </w:r>
          </w:p>
          <w:p w:rsidR="00DD18DA" w:rsidRPr="002A6E69" w:rsidRDefault="00DD18DA" w:rsidP="00DD18DA">
            <w:pPr>
              <w:tabs>
                <w:tab w:val="left" w:pos="3366"/>
              </w:tabs>
              <w:spacing w:line="360" w:lineRule="auto"/>
              <w:ind w:left="720"/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  <w:r w:rsidRPr="002A6E69">
              <w:rPr>
                <w:rFonts w:ascii="Arial" w:hAnsi="Arial" w:cs="Arial"/>
                <w:sz w:val="22"/>
                <w:szCs w:val="22"/>
                <w:lang w:val="en-AU"/>
              </w:rPr>
              <w:t>Position at Organisation:</w:t>
            </w:r>
            <w:r w:rsidRPr="002A6E69"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 xml:space="preserve"> </w:t>
            </w:r>
          </w:p>
          <w:p w:rsidR="00DD18DA" w:rsidRPr="002A6E69" w:rsidRDefault="00DD18DA" w:rsidP="00DD18DA">
            <w:pPr>
              <w:tabs>
                <w:tab w:val="left" w:pos="2805"/>
              </w:tabs>
              <w:spacing w:line="360" w:lineRule="auto"/>
              <w:ind w:left="720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2A6E69">
              <w:rPr>
                <w:rFonts w:ascii="Arial" w:hAnsi="Arial" w:cs="Arial"/>
                <w:sz w:val="22"/>
                <w:szCs w:val="22"/>
                <w:lang w:val="en-AU"/>
              </w:rPr>
              <w:t>Telephone (Home):</w:t>
            </w:r>
            <w:r w:rsidRPr="002A6E69"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 xml:space="preserve"> </w:t>
            </w:r>
            <w:r w:rsidRPr="002A6E69"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ab/>
            </w:r>
          </w:p>
          <w:p w:rsidR="00DD18DA" w:rsidRPr="002A6E69" w:rsidRDefault="00DD18DA" w:rsidP="00DD18DA">
            <w:pPr>
              <w:tabs>
                <w:tab w:val="left" w:pos="2805"/>
              </w:tabs>
              <w:spacing w:line="360" w:lineRule="auto"/>
              <w:ind w:left="720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2A6E69">
              <w:rPr>
                <w:rFonts w:ascii="Arial" w:hAnsi="Arial" w:cs="Arial"/>
                <w:sz w:val="22"/>
                <w:szCs w:val="22"/>
                <w:lang w:val="en-AU"/>
              </w:rPr>
              <w:t>Telephone (Work):</w:t>
            </w:r>
            <w:r w:rsidRPr="002A6E69"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 xml:space="preserve"> </w:t>
            </w:r>
            <w:r w:rsidRPr="002A6E69"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ab/>
            </w:r>
          </w:p>
          <w:p w:rsidR="00DD18DA" w:rsidRPr="002A6E69" w:rsidRDefault="00DD18DA" w:rsidP="00DD18DA">
            <w:pPr>
              <w:tabs>
                <w:tab w:val="left" w:pos="2805"/>
              </w:tabs>
              <w:spacing w:line="360" w:lineRule="auto"/>
              <w:ind w:left="720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2A6E69">
              <w:rPr>
                <w:rFonts w:ascii="Arial" w:hAnsi="Arial" w:cs="Arial"/>
                <w:sz w:val="22"/>
                <w:szCs w:val="22"/>
                <w:lang w:val="en-AU"/>
              </w:rPr>
              <w:t>Mobile:</w:t>
            </w:r>
            <w:r w:rsidRPr="002A6E69"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ab/>
            </w:r>
          </w:p>
          <w:p w:rsidR="00DD18DA" w:rsidRPr="002A6E69" w:rsidRDefault="00DD18DA" w:rsidP="00DD18DA">
            <w:pPr>
              <w:tabs>
                <w:tab w:val="left" w:pos="2805"/>
              </w:tabs>
              <w:spacing w:line="360" w:lineRule="auto"/>
              <w:ind w:left="720"/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  <w:r w:rsidRPr="002A6E69">
              <w:rPr>
                <w:rFonts w:ascii="Arial" w:hAnsi="Arial" w:cs="Arial"/>
                <w:sz w:val="22"/>
                <w:szCs w:val="22"/>
                <w:lang w:val="en-AU"/>
              </w:rPr>
              <w:t>Email:</w:t>
            </w:r>
            <w:r w:rsidRPr="002A6E69"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 xml:space="preserve"> </w:t>
            </w:r>
            <w:r w:rsidRPr="002A6E69"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  <w:tab/>
            </w:r>
          </w:p>
          <w:p w:rsidR="00DD18DA" w:rsidRPr="002A6E69" w:rsidRDefault="00DD18DA" w:rsidP="00DD18DA">
            <w:pPr>
              <w:tabs>
                <w:tab w:val="left" w:pos="3366"/>
              </w:tabs>
              <w:spacing w:line="360" w:lineRule="auto"/>
              <w:ind w:left="720"/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  <w:r w:rsidRPr="002A6E69">
              <w:rPr>
                <w:rFonts w:ascii="Arial" w:hAnsi="Arial" w:cs="Arial"/>
                <w:sz w:val="22"/>
                <w:szCs w:val="22"/>
                <w:lang w:val="en-AU"/>
              </w:rPr>
              <w:t xml:space="preserve">Date: </w:t>
            </w:r>
          </w:p>
          <w:p w:rsidR="00DD18DA" w:rsidRPr="00025347" w:rsidRDefault="00DD18DA" w:rsidP="00DD18DA">
            <w:pPr>
              <w:tabs>
                <w:tab w:val="left" w:pos="312"/>
              </w:tabs>
              <w:ind w:left="720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DD18DA" w:rsidRDefault="00DD18DA" w:rsidP="00DD18DA">
            <w:pPr>
              <w:tabs>
                <w:tab w:val="left" w:pos="3598"/>
              </w:tabs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2A6E69" w:rsidRDefault="002A6E69" w:rsidP="00DD18DA">
            <w:pPr>
              <w:tabs>
                <w:tab w:val="left" w:pos="3598"/>
              </w:tabs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2A6E69" w:rsidRPr="002A6E69" w:rsidRDefault="002A6E69" w:rsidP="00DD18DA">
            <w:pPr>
              <w:tabs>
                <w:tab w:val="left" w:pos="3598"/>
              </w:tabs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DD18DA" w:rsidRPr="00025347" w:rsidRDefault="00DD18DA" w:rsidP="00DD18DA">
            <w:pPr>
              <w:tabs>
                <w:tab w:val="left" w:pos="3598"/>
              </w:tabs>
              <w:ind w:left="709"/>
              <w:rPr>
                <w:rFonts w:ascii="Arial" w:hAnsi="Arial" w:cs="Arial"/>
                <w:sz w:val="22"/>
                <w:szCs w:val="22"/>
              </w:rPr>
            </w:pPr>
            <w:r w:rsidRPr="00025347">
              <w:rPr>
                <w:rFonts w:ascii="Arial" w:hAnsi="Arial" w:cs="Arial"/>
                <w:sz w:val="22"/>
                <w:szCs w:val="22"/>
              </w:rPr>
              <w:t>Signed:</w:t>
            </w:r>
            <w:r w:rsidRPr="00D9379D">
              <w:rPr>
                <w:rFonts w:ascii="Arial" w:hAnsi="Arial" w:cs="Arial"/>
                <w:sz w:val="22"/>
                <w:szCs w:val="22"/>
              </w:rPr>
              <w:t xml:space="preserve"> …………………………………………….</w:t>
            </w:r>
          </w:p>
          <w:p w:rsidR="00DD18DA" w:rsidRPr="00025347" w:rsidRDefault="00DD18DA" w:rsidP="00DD18DA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DD18DA" w:rsidRDefault="00DD18DA" w:rsidP="006F6224">
            <w:pPr>
              <w:tabs>
                <w:tab w:val="left" w:pos="851"/>
              </w:tabs>
              <w:rPr>
                <w:rFonts w:ascii="Arial" w:hAnsi="Arial" w:cs="Arial"/>
                <w:color w:val="FF0000"/>
                <w:sz w:val="22"/>
                <w:szCs w:val="22"/>
                <w:lang w:val="en-AU"/>
              </w:rPr>
            </w:pPr>
          </w:p>
        </w:tc>
      </w:tr>
    </w:tbl>
    <w:p w:rsidR="00D06B6E" w:rsidRDefault="00D06B6E" w:rsidP="000210B5">
      <w:pPr>
        <w:rPr>
          <w:rFonts w:ascii="Arial" w:hAnsi="Arial" w:cs="Arial"/>
          <w:b/>
          <w:sz w:val="22"/>
          <w:szCs w:val="22"/>
          <w:lang w:val="en-AU"/>
        </w:rPr>
      </w:pPr>
    </w:p>
    <w:p w:rsidR="00073119" w:rsidRDefault="00073119" w:rsidP="000210B5">
      <w:pPr>
        <w:rPr>
          <w:rFonts w:ascii="Arial" w:hAnsi="Arial" w:cs="Arial"/>
          <w:sz w:val="22"/>
          <w:szCs w:val="22"/>
          <w:lang w:val="en-AU"/>
        </w:rPr>
      </w:pPr>
    </w:p>
    <w:p w:rsidR="00073119" w:rsidRDefault="00D34C7D" w:rsidP="00073119">
      <w:pPr>
        <w:rPr>
          <w:rFonts w:ascii="Arial" w:hAnsi="Arial" w:cs="Arial"/>
          <w:b/>
          <w:sz w:val="22"/>
          <w:szCs w:val="22"/>
          <w:lang w:val="en-AU"/>
        </w:rPr>
      </w:pPr>
      <w:r>
        <w:rPr>
          <w:rFonts w:ascii="Arial" w:hAnsi="Arial" w:cs="Arial"/>
          <w:b/>
          <w:sz w:val="22"/>
          <w:szCs w:val="22"/>
          <w:lang w:val="en-AU"/>
        </w:rPr>
        <w:t>Supporting</w:t>
      </w:r>
      <w:r w:rsidR="00E011EA">
        <w:rPr>
          <w:rFonts w:ascii="Arial" w:hAnsi="Arial" w:cs="Arial"/>
          <w:b/>
          <w:sz w:val="22"/>
          <w:szCs w:val="22"/>
          <w:lang w:val="en-AU"/>
        </w:rPr>
        <w:t xml:space="preserve"> </w:t>
      </w:r>
      <w:r w:rsidR="00073119">
        <w:rPr>
          <w:rFonts w:ascii="Arial" w:hAnsi="Arial" w:cs="Arial"/>
          <w:b/>
          <w:sz w:val="22"/>
          <w:szCs w:val="22"/>
          <w:lang w:val="en-AU"/>
        </w:rPr>
        <w:t>document</w:t>
      </w:r>
      <w:r w:rsidR="00E011EA">
        <w:rPr>
          <w:rFonts w:ascii="Arial" w:hAnsi="Arial" w:cs="Arial"/>
          <w:b/>
          <w:sz w:val="22"/>
          <w:szCs w:val="22"/>
          <w:lang w:val="en-AU"/>
        </w:rPr>
        <w:t>s</w:t>
      </w:r>
      <w:r w:rsidR="00073119">
        <w:rPr>
          <w:rFonts w:ascii="Arial" w:hAnsi="Arial" w:cs="Arial"/>
          <w:b/>
          <w:sz w:val="22"/>
          <w:szCs w:val="22"/>
          <w:lang w:val="en-AU"/>
        </w:rPr>
        <w:t>:</w:t>
      </w:r>
    </w:p>
    <w:p w:rsidR="00073119" w:rsidRDefault="00073119" w:rsidP="00073119">
      <w:pPr>
        <w:rPr>
          <w:rFonts w:ascii="Arial" w:hAnsi="Arial" w:cs="Arial"/>
          <w:color w:val="008000"/>
          <w:sz w:val="22"/>
          <w:szCs w:val="22"/>
          <w:lang w:val="en-AU"/>
        </w:rPr>
      </w:pPr>
      <w:r>
        <w:rPr>
          <w:rFonts w:ascii="Arial" w:hAnsi="Arial" w:cs="Arial"/>
          <w:color w:val="008000"/>
          <w:sz w:val="22"/>
          <w:szCs w:val="22"/>
          <w:lang w:val="en-AU"/>
        </w:rPr>
        <w:tab/>
      </w:r>
      <w:r>
        <w:rPr>
          <w:rFonts w:ascii="Arial" w:hAnsi="Arial" w:cs="Arial"/>
          <w:color w:val="008000"/>
          <w:sz w:val="22"/>
          <w:szCs w:val="22"/>
          <w:lang w:val="en-AU"/>
        </w:rPr>
        <w:tab/>
      </w:r>
      <w:r>
        <w:rPr>
          <w:rFonts w:ascii="Arial" w:hAnsi="Arial" w:cs="Arial"/>
          <w:color w:val="008000"/>
          <w:sz w:val="22"/>
          <w:szCs w:val="22"/>
          <w:lang w:val="en-AU"/>
        </w:rPr>
        <w:tab/>
      </w:r>
      <w:r>
        <w:rPr>
          <w:rFonts w:ascii="Arial" w:hAnsi="Arial" w:cs="Arial"/>
          <w:color w:val="008000"/>
          <w:sz w:val="22"/>
          <w:szCs w:val="22"/>
          <w:lang w:val="en-AU"/>
        </w:rPr>
        <w:tab/>
      </w:r>
      <w:r>
        <w:rPr>
          <w:rFonts w:ascii="Arial" w:hAnsi="Arial" w:cs="Arial"/>
          <w:color w:val="008000"/>
          <w:sz w:val="22"/>
          <w:szCs w:val="22"/>
          <w:lang w:val="en-AU"/>
        </w:rPr>
        <w:tab/>
      </w:r>
      <w:r w:rsidRPr="004A21EB">
        <w:rPr>
          <w:rFonts w:ascii="Arial" w:hAnsi="Arial" w:cs="Arial"/>
          <w:color w:val="008000"/>
          <w:sz w:val="22"/>
          <w:szCs w:val="22"/>
          <w:lang w:val="en-AU"/>
        </w:rPr>
        <w:t>A</w:t>
      </w:r>
      <w:r w:rsidR="00C55AFE">
        <w:rPr>
          <w:rFonts w:ascii="Arial" w:hAnsi="Arial" w:cs="Arial"/>
          <w:color w:val="008000"/>
          <w:sz w:val="22"/>
          <w:szCs w:val="22"/>
          <w:lang w:val="en-AU"/>
        </w:rPr>
        <w:t>uMercy</w:t>
      </w:r>
      <w:r w:rsidRPr="004A21EB">
        <w:rPr>
          <w:rFonts w:ascii="Arial" w:hAnsi="Arial" w:cs="Arial"/>
          <w:color w:val="008000"/>
          <w:sz w:val="22"/>
          <w:szCs w:val="22"/>
          <w:lang w:val="en-AU"/>
        </w:rPr>
        <w:t xml:space="preserve"> Project Management Groups</w:t>
      </w:r>
    </w:p>
    <w:p w:rsidR="00B46AB4" w:rsidRPr="00B46AB4" w:rsidRDefault="00C55AFE" w:rsidP="00B46AB4">
      <w:pPr>
        <w:rPr>
          <w:rFonts w:ascii="Calibri" w:hAnsi="Calibri" w:cs="Calibri"/>
          <w:b/>
          <w:sz w:val="28"/>
        </w:rPr>
      </w:pPr>
      <w:r>
        <w:rPr>
          <w:rFonts w:ascii="Arial" w:hAnsi="Arial" w:cs="Arial"/>
          <w:color w:val="008000"/>
          <w:sz w:val="22"/>
          <w:szCs w:val="22"/>
          <w:lang w:val="en-AU"/>
        </w:rPr>
        <w:tab/>
      </w:r>
      <w:r>
        <w:rPr>
          <w:rFonts w:ascii="Arial" w:hAnsi="Arial" w:cs="Arial"/>
          <w:color w:val="008000"/>
          <w:sz w:val="22"/>
          <w:szCs w:val="22"/>
          <w:lang w:val="en-AU"/>
        </w:rPr>
        <w:tab/>
      </w:r>
      <w:r>
        <w:rPr>
          <w:rFonts w:ascii="Arial" w:hAnsi="Arial" w:cs="Arial"/>
          <w:color w:val="008000"/>
          <w:sz w:val="22"/>
          <w:szCs w:val="22"/>
          <w:lang w:val="en-AU"/>
        </w:rPr>
        <w:tab/>
      </w:r>
      <w:r>
        <w:rPr>
          <w:rFonts w:ascii="Arial" w:hAnsi="Arial" w:cs="Arial"/>
          <w:color w:val="008000"/>
          <w:sz w:val="22"/>
          <w:szCs w:val="22"/>
          <w:lang w:val="en-AU"/>
        </w:rPr>
        <w:tab/>
      </w:r>
      <w:r>
        <w:rPr>
          <w:rFonts w:ascii="Arial" w:hAnsi="Arial" w:cs="Arial"/>
          <w:color w:val="008000"/>
          <w:sz w:val="22"/>
          <w:szCs w:val="22"/>
          <w:lang w:val="en-AU"/>
        </w:rPr>
        <w:tab/>
        <w:t>AuMercy</w:t>
      </w:r>
      <w:r w:rsidR="00B46AB4">
        <w:rPr>
          <w:rFonts w:ascii="Arial" w:hAnsi="Arial" w:cs="Arial"/>
          <w:color w:val="008000"/>
          <w:sz w:val="22"/>
          <w:szCs w:val="22"/>
          <w:lang w:val="en-AU"/>
        </w:rPr>
        <w:t xml:space="preserve"> Project Proposal Conditions</w:t>
      </w:r>
    </w:p>
    <w:p w:rsidR="00073119" w:rsidRPr="00B43F1B" w:rsidRDefault="00073119" w:rsidP="000210B5">
      <w:pPr>
        <w:rPr>
          <w:b/>
          <w:color w:val="000000"/>
          <w:sz w:val="28"/>
          <w:lang w:val="en-AU"/>
        </w:rPr>
      </w:pPr>
    </w:p>
    <w:sectPr w:rsidR="00073119" w:rsidRPr="00B43F1B" w:rsidSect="002E493E">
      <w:headerReference w:type="default" r:id="rId12"/>
      <w:footerReference w:type="even" r:id="rId13"/>
      <w:type w:val="continuous"/>
      <w:pgSz w:w="11906" w:h="16838"/>
      <w:pgMar w:top="1560" w:right="849" w:bottom="1440" w:left="1276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92B" w:rsidRDefault="00C3292B" w:rsidP="009876F7">
      <w:r>
        <w:separator/>
      </w:r>
    </w:p>
  </w:endnote>
  <w:endnote w:type="continuationSeparator" w:id="0">
    <w:p w:rsidR="00C3292B" w:rsidRDefault="00C3292B" w:rsidP="0098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Kalinga">
    <w:altName w:val="Athelas Bold Italic"/>
    <w:charset w:val="00"/>
    <w:family w:val="swiss"/>
    <w:pitch w:val="variable"/>
    <w:sig w:usb0="0008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208" w:rsidRPr="00695B8A" w:rsidRDefault="00177208" w:rsidP="00695B8A">
    <w:pPr>
      <w:ind w:right="44"/>
      <w:jc w:val="center"/>
      <w:rPr>
        <w:rFonts w:ascii="Kalinga" w:hAnsi="Kalinga" w:cs="Kalinga"/>
        <w:i/>
        <w:color w:val="000000"/>
        <w:sz w:val="16"/>
        <w:szCs w:val="16"/>
      </w:rPr>
    </w:pPr>
    <w:r w:rsidRPr="00391E1E">
      <w:rPr>
        <w:rFonts w:ascii="Kalinga" w:hAnsi="Kalinga" w:cs="Kalinga"/>
        <w:i/>
        <w:color w:val="7F7F7F"/>
        <w:spacing w:val="60"/>
        <w:sz w:val="16"/>
      </w:rPr>
      <w:t xml:space="preserve">Page </w:t>
    </w:r>
    <w:r w:rsidR="008172E7" w:rsidRPr="00391E1E">
      <w:rPr>
        <w:rFonts w:ascii="Kalinga" w:hAnsi="Kalinga" w:cs="Kalinga"/>
        <w:i/>
        <w:color w:val="7F7F7F"/>
        <w:spacing w:val="60"/>
        <w:sz w:val="16"/>
      </w:rPr>
      <w:fldChar w:fldCharType="begin"/>
    </w:r>
    <w:r w:rsidRPr="00391E1E">
      <w:rPr>
        <w:rFonts w:ascii="Kalinga" w:hAnsi="Kalinga" w:cs="Kalinga"/>
        <w:i/>
        <w:color w:val="7F7F7F"/>
        <w:spacing w:val="60"/>
        <w:sz w:val="16"/>
      </w:rPr>
      <w:instrText xml:space="preserve"> PAGE  \* Arabic  \* MERGEFORMAT </w:instrText>
    </w:r>
    <w:r w:rsidR="008172E7" w:rsidRPr="00391E1E">
      <w:rPr>
        <w:rFonts w:ascii="Kalinga" w:hAnsi="Kalinga" w:cs="Kalinga"/>
        <w:i/>
        <w:color w:val="7F7F7F"/>
        <w:spacing w:val="60"/>
        <w:sz w:val="16"/>
      </w:rPr>
      <w:fldChar w:fldCharType="separate"/>
    </w:r>
    <w:r w:rsidR="00C3292B">
      <w:rPr>
        <w:rFonts w:ascii="Kalinga" w:hAnsi="Kalinga" w:cs="Kalinga"/>
        <w:i/>
        <w:noProof/>
        <w:color w:val="7F7F7F"/>
        <w:spacing w:val="60"/>
        <w:sz w:val="16"/>
      </w:rPr>
      <w:t>2</w:t>
    </w:r>
    <w:r w:rsidR="008172E7" w:rsidRPr="00391E1E">
      <w:rPr>
        <w:rFonts w:ascii="Kalinga" w:hAnsi="Kalinga" w:cs="Kalinga"/>
        <w:i/>
        <w:color w:val="7F7F7F"/>
        <w:spacing w:val="60"/>
        <w:sz w:val="16"/>
      </w:rPr>
      <w:fldChar w:fldCharType="end"/>
    </w:r>
    <w:r w:rsidRPr="00391E1E">
      <w:rPr>
        <w:rFonts w:ascii="Kalinga" w:hAnsi="Kalinga" w:cs="Kalinga"/>
        <w:i/>
        <w:color w:val="7F7F7F"/>
        <w:spacing w:val="60"/>
        <w:sz w:val="16"/>
      </w:rPr>
      <w:t xml:space="preserve"> of </w:t>
    </w:r>
    <w:fldSimple w:instr=" NUMPAGES  \* Arabic  \* MERGEFORMAT ">
      <w:r w:rsidR="00C3292B" w:rsidRPr="00C3292B">
        <w:rPr>
          <w:rFonts w:ascii="Kalinga" w:hAnsi="Kalinga" w:cs="Kalinga"/>
          <w:i/>
          <w:noProof/>
          <w:color w:val="7F7F7F"/>
          <w:spacing w:val="60"/>
          <w:sz w:val="16"/>
        </w:rPr>
        <w:t>2</w:t>
      </w:r>
    </w:fldSimple>
    <w:r w:rsidR="00D34C7D">
      <w:rPr>
        <w:rFonts w:ascii="Kalinga" w:hAnsi="Kalinga" w:cs="Kalinga"/>
        <w:i/>
        <w:color w:val="7F7F7F"/>
        <w:spacing w:val="60"/>
        <w:sz w:val="16"/>
      </w:rPr>
      <w:tab/>
    </w:r>
    <w:r w:rsidR="006773EF">
      <w:rPr>
        <w:rFonts w:ascii="Kalinga" w:hAnsi="Kalinga" w:cs="Kalinga"/>
        <w:i/>
        <w:color w:val="7F7F7F"/>
        <w:spacing w:val="60"/>
        <w:sz w:val="16"/>
      </w:rPr>
      <w:tab/>
    </w:r>
    <w:r w:rsidR="00D34C7D">
      <w:rPr>
        <w:rFonts w:ascii="Kalinga" w:hAnsi="Kalinga" w:cs="Kalinga"/>
        <w:i/>
        <w:color w:val="000000"/>
        <w:sz w:val="16"/>
        <w:szCs w:val="16"/>
      </w:rPr>
      <w:t>AuMercy</w:t>
    </w:r>
    <w:r w:rsidR="005F6EE2">
      <w:rPr>
        <w:rFonts w:ascii="Kalinga" w:hAnsi="Kalinga" w:cs="Kalinga"/>
        <w:i/>
        <w:color w:val="000000"/>
        <w:sz w:val="16"/>
        <w:szCs w:val="16"/>
      </w:rPr>
      <w:t xml:space="preserve"> </w:t>
    </w:r>
    <w:r w:rsidR="006773EF">
      <w:rPr>
        <w:rFonts w:ascii="Kalinga" w:hAnsi="Kalinga" w:cs="Kalinga"/>
        <w:i/>
        <w:color w:val="000000"/>
        <w:sz w:val="16"/>
        <w:szCs w:val="16"/>
      </w:rPr>
      <w:t>Project Expression of Interest</w:t>
    </w:r>
    <w:r w:rsidRPr="00695B8A">
      <w:rPr>
        <w:rFonts w:ascii="Kalinga" w:hAnsi="Kalinga" w:cs="Kalinga"/>
        <w:i/>
        <w:color w:val="000000"/>
        <w:sz w:val="16"/>
        <w:szCs w:val="16"/>
      </w:rPr>
      <w:tab/>
    </w:r>
    <w:r w:rsidR="00391E1E">
      <w:rPr>
        <w:rFonts w:ascii="Kalinga" w:hAnsi="Kalinga" w:cs="Kalinga"/>
        <w:i/>
        <w:color w:val="000000"/>
        <w:sz w:val="16"/>
        <w:szCs w:val="16"/>
      </w:rPr>
      <w:tab/>
    </w:r>
    <w:r w:rsidRPr="00695B8A">
      <w:rPr>
        <w:rFonts w:ascii="Kalinga" w:hAnsi="Kalinga" w:cs="Kalinga"/>
        <w:i/>
        <w:color w:val="000000"/>
        <w:sz w:val="16"/>
        <w:szCs w:val="16"/>
      </w:rPr>
      <w:tab/>
    </w:r>
    <w:r w:rsidR="005F6EE2">
      <w:rPr>
        <w:rFonts w:ascii="Kalinga" w:hAnsi="Kalinga" w:cs="Kalinga"/>
        <w:i/>
        <w:color w:val="000000"/>
        <w:sz w:val="16"/>
        <w:szCs w:val="16"/>
      </w:rPr>
      <w:t xml:space="preserve">Sep </w:t>
    </w:r>
    <w:r w:rsidR="00D06B6E">
      <w:rPr>
        <w:rFonts w:ascii="Kalinga" w:hAnsi="Kalinga" w:cs="Kalinga"/>
        <w:i/>
        <w:color w:val="000000"/>
        <w:sz w:val="16"/>
        <w:szCs w:val="16"/>
      </w:rPr>
      <w:t>2011 Ver 2.2</w:t>
    </w:r>
  </w:p>
  <w:p w:rsidR="00177208" w:rsidRPr="00695B8A" w:rsidRDefault="00177208" w:rsidP="00695B8A">
    <w:pPr>
      <w:ind w:right="44"/>
      <w:jc w:val="center"/>
      <w:rPr>
        <w:rFonts w:ascii="Calibri" w:hAnsi="Calibri" w:cs="Calibri"/>
        <w:b/>
        <w:color w:val="000000"/>
        <w:sz w:val="28"/>
        <w:szCs w:val="28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208" w:rsidRDefault="0017720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92B" w:rsidRDefault="00C3292B" w:rsidP="009876F7">
      <w:r>
        <w:separator/>
      </w:r>
    </w:p>
  </w:footnote>
  <w:footnote w:type="continuationSeparator" w:id="0">
    <w:p w:rsidR="00C3292B" w:rsidRDefault="00C3292B" w:rsidP="009876F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208" w:rsidRPr="00EE0CFE" w:rsidRDefault="00C3292B" w:rsidP="00EE0CFE">
    <w:pPr>
      <w:pStyle w:val="Header"/>
      <w:ind w:left="5760"/>
      <w:rPr>
        <w:rStyle w:val="apple-style-span"/>
        <w:rFonts w:ascii="Kalinga" w:eastAsia="Arial Unicode MS" w:hAnsi="Kalinga" w:cs="Kalinga"/>
        <w:color w:val="000000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34290</wp:posOffset>
          </wp:positionH>
          <wp:positionV relativeFrom="paragraph">
            <wp:posOffset>48260</wp:posOffset>
          </wp:positionV>
          <wp:extent cx="3065145" cy="1457325"/>
          <wp:effectExtent l="0" t="0" r="0" b="0"/>
          <wp:wrapNone/>
          <wp:docPr id="1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5145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7208" w:rsidRPr="00EE0CFE">
      <w:rPr>
        <w:rStyle w:val="apple-style-span"/>
        <w:rFonts w:ascii="Kalinga" w:eastAsia="Arial Unicode MS" w:hAnsi="Kalinga" w:cs="Kalinga"/>
        <w:color w:val="000000"/>
        <w:sz w:val="18"/>
        <w:szCs w:val="18"/>
      </w:rPr>
      <w:t>Head Office</w:t>
    </w:r>
  </w:p>
  <w:p w:rsidR="00177208" w:rsidRPr="00EE0CFE" w:rsidRDefault="00177208" w:rsidP="00EE0CFE">
    <w:pPr>
      <w:pStyle w:val="Header"/>
      <w:ind w:left="5760"/>
      <w:rPr>
        <w:rFonts w:ascii="Arial Unicode MS" w:eastAsia="Arial Unicode MS" w:hAnsi="Arial Unicode MS" w:cs="Arial Unicode MS"/>
      </w:rPr>
    </w:pPr>
    <w:r w:rsidRPr="00EE0CFE">
      <w:rPr>
        <w:rStyle w:val="apple-style-span"/>
        <w:rFonts w:ascii="Kalinga" w:eastAsia="Arial Unicode MS" w:hAnsi="Kalinga" w:cs="Kalinga"/>
        <w:color w:val="000000"/>
        <w:sz w:val="18"/>
        <w:szCs w:val="18"/>
      </w:rPr>
      <w:t>2 Wentworth St</w:t>
    </w:r>
    <w:r w:rsidRPr="00EE0CFE">
      <w:rPr>
        <w:rStyle w:val="apple-converted-space"/>
        <w:rFonts w:ascii="Kalinga" w:eastAsia="Arial Unicode MS" w:hAnsi="Kalinga" w:cs="Kalinga"/>
        <w:color w:val="000000"/>
        <w:sz w:val="18"/>
        <w:szCs w:val="18"/>
      </w:rPr>
      <w:t> </w:t>
    </w:r>
    <w:r w:rsidRPr="00EE0CFE">
      <w:rPr>
        <w:rFonts w:ascii="Kalinga" w:eastAsia="Arial Unicode MS" w:hAnsi="Kalinga" w:cs="Kalinga"/>
        <w:color w:val="000000"/>
        <w:sz w:val="18"/>
        <w:szCs w:val="18"/>
      </w:rPr>
      <w:br/>
    </w:r>
    <w:r w:rsidRPr="00EE0CFE">
      <w:rPr>
        <w:rStyle w:val="apple-style-span"/>
        <w:rFonts w:ascii="Kalinga" w:eastAsia="Arial Unicode MS" w:hAnsi="Kalinga" w:cs="Kalinga"/>
        <w:color w:val="000000"/>
        <w:sz w:val="18"/>
        <w:szCs w:val="18"/>
      </w:rPr>
      <w:t>(PO Box 132)</w:t>
    </w:r>
    <w:r w:rsidRPr="00EE0CFE">
      <w:rPr>
        <w:rFonts w:ascii="Kalinga" w:eastAsia="Arial Unicode MS" w:hAnsi="Kalinga" w:cs="Kalinga"/>
        <w:color w:val="000000"/>
        <w:sz w:val="18"/>
        <w:szCs w:val="18"/>
      </w:rPr>
      <w:br/>
    </w:r>
    <w:r w:rsidRPr="00EE0CFE">
      <w:rPr>
        <w:rStyle w:val="apple-style-span"/>
        <w:rFonts w:ascii="Kalinga" w:eastAsia="Arial Unicode MS" w:hAnsi="Kalinga" w:cs="Kalinga"/>
        <w:color w:val="000000"/>
        <w:sz w:val="18"/>
        <w:szCs w:val="18"/>
      </w:rPr>
      <w:t>Port Kembla NSW 2505</w:t>
    </w:r>
    <w:r w:rsidRPr="00EE0CFE">
      <w:rPr>
        <w:rFonts w:ascii="Kalinga" w:eastAsia="Arial Unicode MS" w:hAnsi="Kalinga" w:cs="Kalinga"/>
        <w:color w:val="000000"/>
        <w:sz w:val="18"/>
        <w:szCs w:val="18"/>
      </w:rPr>
      <w:br/>
    </w:r>
    <w:r w:rsidRPr="00EE0CFE">
      <w:rPr>
        <w:rFonts w:ascii="Kalinga" w:eastAsia="Arial Unicode MS" w:hAnsi="Kalinga" w:cs="Kalinga"/>
        <w:color w:val="000000"/>
        <w:sz w:val="18"/>
        <w:szCs w:val="18"/>
      </w:rPr>
      <w:br/>
    </w:r>
    <w:r w:rsidRPr="00EE0CFE">
      <w:rPr>
        <w:rStyle w:val="apple-style-span"/>
        <w:rFonts w:ascii="Kalinga" w:eastAsia="Arial Unicode MS" w:hAnsi="Kalinga" w:cs="Kalinga"/>
        <w:color w:val="000000"/>
        <w:sz w:val="18"/>
        <w:szCs w:val="18"/>
      </w:rPr>
      <w:t>Ph.  02 4274 1090</w:t>
    </w:r>
    <w:r w:rsidRPr="00EE0CFE">
      <w:rPr>
        <w:rFonts w:ascii="Kalinga" w:eastAsia="Arial Unicode MS" w:hAnsi="Kalinga" w:cs="Kalinga"/>
        <w:color w:val="000000"/>
        <w:sz w:val="18"/>
        <w:szCs w:val="18"/>
      </w:rPr>
      <w:br/>
    </w:r>
    <w:r w:rsidRPr="00EE0CFE">
      <w:rPr>
        <w:rStyle w:val="apple-style-span"/>
        <w:rFonts w:ascii="Kalinga" w:eastAsia="Arial Unicode MS" w:hAnsi="Kalinga" w:cs="Kalinga"/>
        <w:color w:val="000000"/>
        <w:sz w:val="18"/>
        <w:szCs w:val="18"/>
      </w:rPr>
      <w:t>Fax 02 4274 9909</w:t>
    </w:r>
    <w:r w:rsidRPr="00EE0CFE">
      <w:rPr>
        <w:rFonts w:ascii="Kalinga" w:eastAsia="Arial Unicode MS" w:hAnsi="Kalinga" w:cs="Kalinga"/>
        <w:color w:val="000000"/>
        <w:sz w:val="18"/>
        <w:szCs w:val="18"/>
      </w:rPr>
      <w:br/>
    </w:r>
    <w:r w:rsidRPr="00EE0CFE">
      <w:rPr>
        <w:rStyle w:val="apple-style-span"/>
        <w:rFonts w:ascii="Kalinga" w:eastAsia="Arial Unicode MS" w:hAnsi="Kalinga" w:cs="Kalinga"/>
        <w:color w:val="000000"/>
        <w:sz w:val="18"/>
        <w:szCs w:val="18"/>
      </w:rPr>
      <w:t>Email</w:t>
    </w:r>
    <w:r w:rsidRPr="00EE0CFE">
      <w:rPr>
        <w:rStyle w:val="apple-converted-space"/>
        <w:rFonts w:ascii="Kalinga" w:eastAsia="Arial Unicode MS" w:hAnsi="Kalinga" w:cs="Kalinga"/>
        <w:color w:val="000000"/>
        <w:sz w:val="18"/>
        <w:szCs w:val="18"/>
      </w:rPr>
      <w:t> </w:t>
    </w:r>
    <w:r w:rsidR="00DE1C76">
      <w:fldChar w:fldCharType="begin"/>
    </w:r>
    <w:r w:rsidR="00DE1C76">
      <w:instrText xml:space="preserve"> HYPERLINK "mailto:info@arms.org.au" \t "_blank" </w:instrText>
    </w:r>
    <w:r w:rsidR="00DE1C76">
      <w:fldChar w:fldCharType="separate"/>
    </w:r>
    <w:r w:rsidRPr="00EE0CFE">
      <w:rPr>
        <w:rStyle w:val="Hyperlink"/>
        <w:rFonts w:ascii="Kalinga" w:eastAsia="Arial Unicode MS" w:hAnsi="Kalinga" w:cs="Kalinga"/>
        <w:color w:val="000000"/>
        <w:sz w:val="18"/>
        <w:szCs w:val="18"/>
        <w:u w:val="none"/>
      </w:rPr>
      <w:t>info@arms.org.au</w:t>
    </w:r>
    <w:r w:rsidR="00DE1C76">
      <w:rPr>
        <w:rStyle w:val="Hyperlink"/>
        <w:rFonts w:ascii="Kalinga" w:eastAsia="Arial Unicode MS" w:hAnsi="Kalinga" w:cs="Kalinga"/>
        <w:color w:val="000000"/>
        <w:sz w:val="18"/>
        <w:szCs w:val="18"/>
        <w:u w:val="none"/>
      </w:rPr>
      <w:fldChar w:fldCharType="end"/>
    </w:r>
    <w:r w:rsidRPr="00EE0CFE">
      <w:rPr>
        <w:rFonts w:ascii="Arial Unicode MS" w:eastAsia="Arial Unicode MS" w:hAnsi="Arial Unicode MS" w:cs="Arial Unicode MS"/>
      </w:rPr>
      <w:br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208" w:rsidRDefault="00177208" w:rsidP="005400A9">
    <w:pPr>
      <w:pStyle w:val="Foo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F8F4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213B1F"/>
    <w:multiLevelType w:val="hybridMultilevel"/>
    <w:tmpl w:val="FBFEE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C04092"/>
    <w:multiLevelType w:val="hybridMultilevel"/>
    <w:tmpl w:val="E3A6F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9E7C20"/>
    <w:multiLevelType w:val="hybridMultilevel"/>
    <w:tmpl w:val="BB5C34DE"/>
    <w:lvl w:ilvl="0" w:tplc="7212B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325790"/>
    <w:multiLevelType w:val="hybridMultilevel"/>
    <w:tmpl w:val="7B6C3B48"/>
    <w:lvl w:ilvl="0" w:tplc="6EE4847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B54C41"/>
    <w:multiLevelType w:val="hybridMultilevel"/>
    <w:tmpl w:val="608432D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043AFB"/>
    <w:multiLevelType w:val="hybridMultilevel"/>
    <w:tmpl w:val="F46EC4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92B"/>
    <w:rsid w:val="000022C6"/>
    <w:rsid w:val="00004387"/>
    <w:rsid w:val="00005641"/>
    <w:rsid w:val="0001541B"/>
    <w:rsid w:val="000210B5"/>
    <w:rsid w:val="00025347"/>
    <w:rsid w:val="00032A00"/>
    <w:rsid w:val="000462F1"/>
    <w:rsid w:val="0005293A"/>
    <w:rsid w:val="00072337"/>
    <w:rsid w:val="00073119"/>
    <w:rsid w:val="00073CEB"/>
    <w:rsid w:val="0008228B"/>
    <w:rsid w:val="000B3B12"/>
    <w:rsid w:val="000C37D9"/>
    <w:rsid w:val="000C3A2E"/>
    <w:rsid w:val="00103B50"/>
    <w:rsid w:val="00122824"/>
    <w:rsid w:val="001411E5"/>
    <w:rsid w:val="001531CC"/>
    <w:rsid w:val="001662EA"/>
    <w:rsid w:val="00177208"/>
    <w:rsid w:val="001C218E"/>
    <w:rsid w:val="001D46B9"/>
    <w:rsid w:val="001E146B"/>
    <w:rsid w:val="00212CBB"/>
    <w:rsid w:val="00223BBB"/>
    <w:rsid w:val="00233240"/>
    <w:rsid w:val="00236A38"/>
    <w:rsid w:val="00262BE6"/>
    <w:rsid w:val="002703AC"/>
    <w:rsid w:val="002A176E"/>
    <w:rsid w:val="002A3CBC"/>
    <w:rsid w:val="002A3EE8"/>
    <w:rsid w:val="002A6E69"/>
    <w:rsid w:val="002B4C1D"/>
    <w:rsid w:val="002C140D"/>
    <w:rsid w:val="002E493E"/>
    <w:rsid w:val="002F5306"/>
    <w:rsid w:val="0030583F"/>
    <w:rsid w:val="00307464"/>
    <w:rsid w:val="003212AC"/>
    <w:rsid w:val="00331DF3"/>
    <w:rsid w:val="00371782"/>
    <w:rsid w:val="0037497A"/>
    <w:rsid w:val="00391E1E"/>
    <w:rsid w:val="00397886"/>
    <w:rsid w:val="003D0A9A"/>
    <w:rsid w:val="003D0DFA"/>
    <w:rsid w:val="003D77D5"/>
    <w:rsid w:val="003E542B"/>
    <w:rsid w:val="00403188"/>
    <w:rsid w:val="00404445"/>
    <w:rsid w:val="00406355"/>
    <w:rsid w:val="004238D8"/>
    <w:rsid w:val="00427B00"/>
    <w:rsid w:val="004349C6"/>
    <w:rsid w:val="00437E97"/>
    <w:rsid w:val="004A21EB"/>
    <w:rsid w:val="004A448B"/>
    <w:rsid w:val="004D1F08"/>
    <w:rsid w:val="005328E3"/>
    <w:rsid w:val="005400A9"/>
    <w:rsid w:val="005461DF"/>
    <w:rsid w:val="00550A40"/>
    <w:rsid w:val="00557EE9"/>
    <w:rsid w:val="00571F33"/>
    <w:rsid w:val="0059411A"/>
    <w:rsid w:val="005B4F7F"/>
    <w:rsid w:val="005C21E0"/>
    <w:rsid w:val="005F6EE2"/>
    <w:rsid w:val="00613628"/>
    <w:rsid w:val="0062616B"/>
    <w:rsid w:val="00646D75"/>
    <w:rsid w:val="00661B11"/>
    <w:rsid w:val="00671494"/>
    <w:rsid w:val="00674251"/>
    <w:rsid w:val="006773EF"/>
    <w:rsid w:val="00695B8A"/>
    <w:rsid w:val="00697545"/>
    <w:rsid w:val="006A2EBE"/>
    <w:rsid w:val="006A4682"/>
    <w:rsid w:val="006C5ED5"/>
    <w:rsid w:val="006E698F"/>
    <w:rsid w:val="006F3C29"/>
    <w:rsid w:val="006F6224"/>
    <w:rsid w:val="00703A0B"/>
    <w:rsid w:val="007572EE"/>
    <w:rsid w:val="00761C62"/>
    <w:rsid w:val="00762972"/>
    <w:rsid w:val="007664B2"/>
    <w:rsid w:val="00773A58"/>
    <w:rsid w:val="00774EA1"/>
    <w:rsid w:val="00775847"/>
    <w:rsid w:val="00786CE1"/>
    <w:rsid w:val="007A042E"/>
    <w:rsid w:val="007B294E"/>
    <w:rsid w:val="007C3841"/>
    <w:rsid w:val="007C70BA"/>
    <w:rsid w:val="007D1003"/>
    <w:rsid w:val="008172E7"/>
    <w:rsid w:val="00834D10"/>
    <w:rsid w:val="008460AE"/>
    <w:rsid w:val="008463CB"/>
    <w:rsid w:val="00861320"/>
    <w:rsid w:val="008622E7"/>
    <w:rsid w:val="0086742B"/>
    <w:rsid w:val="008918B5"/>
    <w:rsid w:val="00893BD4"/>
    <w:rsid w:val="008B74CC"/>
    <w:rsid w:val="008F28D1"/>
    <w:rsid w:val="00910AE8"/>
    <w:rsid w:val="009202F8"/>
    <w:rsid w:val="00924D19"/>
    <w:rsid w:val="00925F72"/>
    <w:rsid w:val="00941255"/>
    <w:rsid w:val="00953013"/>
    <w:rsid w:val="00964E0D"/>
    <w:rsid w:val="0098749E"/>
    <w:rsid w:val="009876F7"/>
    <w:rsid w:val="0099089E"/>
    <w:rsid w:val="009938C0"/>
    <w:rsid w:val="009A3630"/>
    <w:rsid w:val="009C7DEA"/>
    <w:rsid w:val="009E54AD"/>
    <w:rsid w:val="009E6EAE"/>
    <w:rsid w:val="009F1688"/>
    <w:rsid w:val="009F249C"/>
    <w:rsid w:val="00A365D3"/>
    <w:rsid w:val="00A61A2E"/>
    <w:rsid w:val="00A668F5"/>
    <w:rsid w:val="00A77547"/>
    <w:rsid w:val="00A82873"/>
    <w:rsid w:val="00A91685"/>
    <w:rsid w:val="00AA1558"/>
    <w:rsid w:val="00AE0DCE"/>
    <w:rsid w:val="00B0611E"/>
    <w:rsid w:val="00B215F4"/>
    <w:rsid w:val="00B32414"/>
    <w:rsid w:val="00B43F1B"/>
    <w:rsid w:val="00B444A4"/>
    <w:rsid w:val="00B46AB4"/>
    <w:rsid w:val="00B839DE"/>
    <w:rsid w:val="00B96EFB"/>
    <w:rsid w:val="00BC18F8"/>
    <w:rsid w:val="00BD0FEC"/>
    <w:rsid w:val="00BD326B"/>
    <w:rsid w:val="00BD7906"/>
    <w:rsid w:val="00C00FCC"/>
    <w:rsid w:val="00C22AB3"/>
    <w:rsid w:val="00C3292B"/>
    <w:rsid w:val="00C4370B"/>
    <w:rsid w:val="00C55AFE"/>
    <w:rsid w:val="00C56B49"/>
    <w:rsid w:val="00C741D9"/>
    <w:rsid w:val="00C80BA0"/>
    <w:rsid w:val="00C920AA"/>
    <w:rsid w:val="00CC2F9C"/>
    <w:rsid w:val="00CD7EC9"/>
    <w:rsid w:val="00CF180F"/>
    <w:rsid w:val="00CF2EF8"/>
    <w:rsid w:val="00D03CED"/>
    <w:rsid w:val="00D06B6E"/>
    <w:rsid w:val="00D34C7D"/>
    <w:rsid w:val="00D376A0"/>
    <w:rsid w:val="00D449F6"/>
    <w:rsid w:val="00D5319C"/>
    <w:rsid w:val="00D54F47"/>
    <w:rsid w:val="00D9379D"/>
    <w:rsid w:val="00D965B9"/>
    <w:rsid w:val="00DA2DCE"/>
    <w:rsid w:val="00DC5676"/>
    <w:rsid w:val="00DD18DA"/>
    <w:rsid w:val="00DD5C7C"/>
    <w:rsid w:val="00DE064B"/>
    <w:rsid w:val="00DE1C76"/>
    <w:rsid w:val="00DF1086"/>
    <w:rsid w:val="00E011EA"/>
    <w:rsid w:val="00E03F1E"/>
    <w:rsid w:val="00E10B3D"/>
    <w:rsid w:val="00E5579C"/>
    <w:rsid w:val="00E64B3C"/>
    <w:rsid w:val="00E673C1"/>
    <w:rsid w:val="00E72223"/>
    <w:rsid w:val="00E801E9"/>
    <w:rsid w:val="00E91D2D"/>
    <w:rsid w:val="00EA26CB"/>
    <w:rsid w:val="00EA7B6D"/>
    <w:rsid w:val="00EB4D53"/>
    <w:rsid w:val="00EE04D4"/>
    <w:rsid w:val="00EE0CFE"/>
    <w:rsid w:val="00EE582A"/>
    <w:rsid w:val="00F23CA7"/>
    <w:rsid w:val="00F34DE5"/>
    <w:rsid w:val="00F422D3"/>
    <w:rsid w:val="00F44481"/>
    <w:rsid w:val="00F50A36"/>
    <w:rsid w:val="00F5316B"/>
    <w:rsid w:val="00F53BA9"/>
    <w:rsid w:val="00F8060C"/>
    <w:rsid w:val="00FA1877"/>
    <w:rsid w:val="00FB0362"/>
    <w:rsid w:val="00FB2886"/>
    <w:rsid w:val="00FC3F83"/>
    <w:rsid w:val="00FE2E55"/>
    <w:rsid w:val="00FF4CD3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445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404445"/>
    <w:pPr>
      <w:keepNext/>
      <w:outlineLvl w:val="1"/>
    </w:pPr>
    <w:rPr>
      <w:rFonts w:ascii="Arial" w:hAnsi="Arial" w:cs="Arial"/>
      <w:b/>
      <w:bCs/>
      <w:iCs/>
      <w:sz w:val="22"/>
      <w:szCs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044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76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6F7"/>
  </w:style>
  <w:style w:type="paragraph" w:styleId="Footer">
    <w:name w:val="footer"/>
    <w:basedOn w:val="Normal"/>
    <w:link w:val="FooterChar"/>
    <w:uiPriority w:val="99"/>
    <w:unhideWhenUsed/>
    <w:rsid w:val="009876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6F7"/>
  </w:style>
  <w:style w:type="paragraph" w:styleId="BalloonText">
    <w:name w:val="Balloon Text"/>
    <w:basedOn w:val="Normal"/>
    <w:link w:val="BalloonTextChar"/>
    <w:uiPriority w:val="99"/>
    <w:semiHidden/>
    <w:unhideWhenUsed/>
    <w:rsid w:val="00987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876F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400A9"/>
  </w:style>
  <w:style w:type="character" w:customStyle="1" w:styleId="apple-converted-space">
    <w:name w:val="apple-converted-space"/>
    <w:basedOn w:val="DefaultParagraphFont"/>
    <w:rsid w:val="005400A9"/>
  </w:style>
  <w:style w:type="character" w:styleId="Hyperlink">
    <w:name w:val="Hyperlink"/>
    <w:unhideWhenUsed/>
    <w:rsid w:val="005400A9"/>
    <w:rPr>
      <w:color w:val="0000FF"/>
      <w:u w:val="single"/>
    </w:rPr>
  </w:style>
  <w:style w:type="character" w:styleId="PlaceholderText">
    <w:name w:val="Placeholder Text"/>
    <w:uiPriority w:val="99"/>
    <w:semiHidden/>
    <w:rsid w:val="00AE0DCE"/>
    <w:rPr>
      <w:color w:val="808080"/>
    </w:rPr>
  </w:style>
  <w:style w:type="paragraph" w:styleId="ListParagraph">
    <w:name w:val="List Paragraph"/>
    <w:basedOn w:val="Normal"/>
    <w:uiPriority w:val="34"/>
    <w:qFormat/>
    <w:rsid w:val="00CC2F9C"/>
    <w:pPr>
      <w:ind w:left="720"/>
      <w:contextualSpacing/>
    </w:pPr>
  </w:style>
  <w:style w:type="character" w:styleId="Strong">
    <w:name w:val="Strong"/>
    <w:uiPriority w:val="22"/>
    <w:qFormat/>
    <w:rsid w:val="00671494"/>
    <w:rPr>
      <w:b/>
      <w:bCs/>
    </w:rPr>
  </w:style>
  <w:style w:type="character" w:styleId="SubtleEmphasis">
    <w:name w:val="Subtle Emphasis"/>
    <w:uiPriority w:val="19"/>
    <w:qFormat/>
    <w:rsid w:val="00671494"/>
    <w:rPr>
      <w:i/>
      <w:iCs/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67149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67149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oSpacing">
    <w:name w:val="No Spacing"/>
    <w:link w:val="NoSpacingChar"/>
    <w:uiPriority w:val="1"/>
    <w:qFormat/>
    <w:rsid w:val="00FE2E55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1"/>
    <w:rsid w:val="00FE2E55"/>
    <w:rPr>
      <w:rFonts w:eastAsia="Times New Roman"/>
      <w:sz w:val="22"/>
      <w:szCs w:val="22"/>
      <w:lang w:val="en-US" w:eastAsia="en-US" w:bidi="ar-SA"/>
    </w:rPr>
  </w:style>
  <w:style w:type="character" w:customStyle="1" w:styleId="Heading2Char">
    <w:name w:val="Heading 2 Char"/>
    <w:link w:val="Heading2"/>
    <w:rsid w:val="00404445"/>
    <w:rPr>
      <w:rFonts w:ascii="Arial" w:eastAsia="Times New Roman" w:hAnsi="Arial" w:cs="Arial"/>
      <w:b/>
      <w:bCs/>
      <w:iCs/>
      <w:sz w:val="22"/>
      <w:szCs w:val="22"/>
      <w:lang w:val="en-US" w:eastAsia="en-US"/>
    </w:rPr>
  </w:style>
  <w:style w:type="character" w:customStyle="1" w:styleId="Heading3Char">
    <w:name w:val="Heading 3 Char"/>
    <w:link w:val="Heading3"/>
    <w:semiHidden/>
    <w:rsid w:val="00404445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NormalWeb">
    <w:name w:val="Normal (Web)"/>
    <w:basedOn w:val="Normal"/>
    <w:semiHidden/>
    <w:unhideWhenUsed/>
    <w:rsid w:val="00404445"/>
    <w:pPr>
      <w:spacing w:before="100" w:beforeAutospacing="1" w:after="100" w:afterAutospacing="1"/>
    </w:pPr>
    <w:rPr>
      <w:rFonts w:ascii="Verdana" w:hAnsi="Verdana"/>
      <w:color w:val="000000"/>
      <w:sz w:val="22"/>
      <w:szCs w:val="22"/>
    </w:rPr>
  </w:style>
  <w:style w:type="paragraph" w:styleId="BodyText">
    <w:name w:val="Body Text"/>
    <w:basedOn w:val="Normal"/>
    <w:link w:val="BodyTextChar"/>
    <w:unhideWhenUsed/>
    <w:rsid w:val="00404445"/>
    <w:rPr>
      <w:rFonts w:ascii="Arial" w:hAnsi="Arial" w:cs="Arial"/>
      <w:i/>
      <w:sz w:val="22"/>
      <w:szCs w:val="22"/>
    </w:rPr>
  </w:style>
  <w:style w:type="character" w:customStyle="1" w:styleId="BodyTextChar">
    <w:name w:val="Body Text Char"/>
    <w:link w:val="BodyText"/>
    <w:rsid w:val="00404445"/>
    <w:rPr>
      <w:rFonts w:ascii="Arial" w:eastAsia="Times New Roman" w:hAnsi="Arial" w:cs="Arial"/>
      <w:i/>
      <w:sz w:val="22"/>
      <w:szCs w:val="22"/>
      <w:lang w:val="en-US" w:eastAsia="en-US"/>
    </w:rPr>
  </w:style>
  <w:style w:type="table" w:styleId="TableGrid">
    <w:name w:val="Table Grid"/>
    <w:basedOn w:val="TableNormal"/>
    <w:rsid w:val="002E493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07233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07233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445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404445"/>
    <w:pPr>
      <w:keepNext/>
      <w:outlineLvl w:val="1"/>
    </w:pPr>
    <w:rPr>
      <w:rFonts w:ascii="Arial" w:hAnsi="Arial" w:cs="Arial"/>
      <w:b/>
      <w:bCs/>
      <w:iCs/>
      <w:sz w:val="22"/>
      <w:szCs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044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76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6F7"/>
  </w:style>
  <w:style w:type="paragraph" w:styleId="Footer">
    <w:name w:val="footer"/>
    <w:basedOn w:val="Normal"/>
    <w:link w:val="FooterChar"/>
    <w:uiPriority w:val="99"/>
    <w:unhideWhenUsed/>
    <w:rsid w:val="009876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6F7"/>
  </w:style>
  <w:style w:type="paragraph" w:styleId="BalloonText">
    <w:name w:val="Balloon Text"/>
    <w:basedOn w:val="Normal"/>
    <w:link w:val="BalloonTextChar"/>
    <w:uiPriority w:val="99"/>
    <w:semiHidden/>
    <w:unhideWhenUsed/>
    <w:rsid w:val="00987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876F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400A9"/>
  </w:style>
  <w:style w:type="character" w:customStyle="1" w:styleId="apple-converted-space">
    <w:name w:val="apple-converted-space"/>
    <w:basedOn w:val="DefaultParagraphFont"/>
    <w:rsid w:val="005400A9"/>
  </w:style>
  <w:style w:type="character" w:styleId="Hyperlink">
    <w:name w:val="Hyperlink"/>
    <w:unhideWhenUsed/>
    <w:rsid w:val="005400A9"/>
    <w:rPr>
      <w:color w:val="0000FF"/>
      <w:u w:val="single"/>
    </w:rPr>
  </w:style>
  <w:style w:type="character" w:styleId="PlaceholderText">
    <w:name w:val="Placeholder Text"/>
    <w:uiPriority w:val="99"/>
    <w:semiHidden/>
    <w:rsid w:val="00AE0DCE"/>
    <w:rPr>
      <w:color w:val="808080"/>
    </w:rPr>
  </w:style>
  <w:style w:type="paragraph" w:styleId="ListParagraph">
    <w:name w:val="List Paragraph"/>
    <w:basedOn w:val="Normal"/>
    <w:uiPriority w:val="34"/>
    <w:qFormat/>
    <w:rsid w:val="00CC2F9C"/>
    <w:pPr>
      <w:ind w:left="720"/>
      <w:contextualSpacing/>
    </w:pPr>
  </w:style>
  <w:style w:type="character" w:styleId="Strong">
    <w:name w:val="Strong"/>
    <w:uiPriority w:val="22"/>
    <w:qFormat/>
    <w:rsid w:val="00671494"/>
    <w:rPr>
      <w:b/>
      <w:bCs/>
    </w:rPr>
  </w:style>
  <w:style w:type="character" w:styleId="SubtleEmphasis">
    <w:name w:val="Subtle Emphasis"/>
    <w:uiPriority w:val="19"/>
    <w:qFormat/>
    <w:rsid w:val="00671494"/>
    <w:rPr>
      <w:i/>
      <w:iCs/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67149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67149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oSpacing">
    <w:name w:val="No Spacing"/>
    <w:link w:val="NoSpacingChar"/>
    <w:uiPriority w:val="1"/>
    <w:qFormat/>
    <w:rsid w:val="00FE2E55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1"/>
    <w:rsid w:val="00FE2E55"/>
    <w:rPr>
      <w:rFonts w:eastAsia="Times New Roman"/>
      <w:sz w:val="22"/>
      <w:szCs w:val="22"/>
      <w:lang w:val="en-US" w:eastAsia="en-US" w:bidi="ar-SA"/>
    </w:rPr>
  </w:style>
  <w:style w:type="character" w:customStyle="1" w:styleId="Heading2Char">
    <w:name w:val="Heading 2 Char"/>
    <w:link w:val="Heading2"/>
    <w:rsid w:val="00404445"/>
    <w:rPr>
      <w:rFonts w:ascii="Arial" w:eastAsia="Times New Roman" w:hAnsi="Arial" w:cs="Arial"/>
      <w:b/>
      <w:bCs/>
      <w:iCs/>
      <w:sz w:val="22"/>
      <w:szCs w:val="22"/>
      <w:lang w:val="en-US" w:eastAsia="en-US"/>
    </w:rPr>
  </w:style>
  <w:style w:type="character" w:customStyle="1" w:styleId="Heading3Char">
    <w:name w:val="Heading 3 Char"/>
    <w:link w:val="Heading3"/>
    <w:semiHidden/>
    <w:rsid w:val="00404445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NormalWeb">
    <w:name w:val="Normal (Web)"/>
    <w:basedOn w:val="Normal"/>
    <w:semiHidden/>
    <w:unhideWhenUsed/>
    <w:rsid w:val="00404445"/>
    <w:pPr>
      <w:spacing w:before="100" w:beforeAutospacing="1" w:after="100" w:afterAutospacing="1"/>
    </w:pPr>
    <w:rPr>
      <w:rFonts w:ascii="Verdana" w:hAnsi="Verdana"/>
      <w:color w:val="000000"/>
      <w:sz w:val="22"/>
      <w:szCs w:val="22"/>
    </w:rPr>
  </w:style>
  <w:style w:type="paragraph" w:styleId="BodyText">
    <w:name w:val="Body Text"/>
    <w:basedOn w:val="Normal"/>
    <w:link w:val="BodyTextChar"/>
    <w:unhideWhenUsed/>
    <w:rsid w:val="00404445"/>
    <w:rPr>
      <w:rFonts w:ascii="Arial" w:hAnsi="Arial" w:cs="Arial"/>
      <w:i/>
      <w:sz w:val="22"/>
      <w:szCs w:val="22"/>
    </w:rPr>
  </w:style>
  <w:style w:type="character" w:customStyle="1" w:styleId="BodyTextChar">
    <w:name w:val="Body Text Char"/>
    <w:link w:val="BodyText"/>
    <w:rsid w:val="00404445"/>
    <w:rPr>
      <w:rFonts w:ascii="Arial" w:eastAsia="Times New Roman" w:hAnsi="Arial" w:cs="Arial"/>
      <w:i/>
      <w:sz w:val="22"/>
      <w:szCs w:val="22"/>
      <w:lang w:val="en-US" w:eastAsia="en-US"/>
    </w:rPr>
  </w:style>
  <w:style w:type="table" w:styleId="TableGrid">
    <w:name w:val="Table Grid"/>
    <w:basedOn w:val="TableNormal"/>
    <w:rsid w:val="002E493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07233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07233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OSX:Users:Kris:Documents:AuMercy%20Cloud:Project%20Management:Forms%20and%20Templates:EOI%20Package:Master%20Copy:Template%20AuMercy%20Project%20Expression%20of%20Inter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        Tel 02 40134611 eMail kris@arms.org.au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8FEBD2-369B-2043-81C4-73D97B90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AuMercy Project Expression of Interest.dot</Template>
  <TotalTime>0</TotalTime>
  <Pages>2</Pages>
  <Words>347</Words>
  <Characters>1978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Links>
    <vt:vector size="6" baseType="variant">
      <vt:variant>
        <vt:i4>4522037</vt:i4>
      </vt:variant>
      <vt:variant>
        <vt:i4>0</vt:i4>
      </vt:variant>
      <vt:variant>
        <vt:i4>0</vt:i4>
      </vt:variant>
      <vt:variant>
        <vt:i4>5</vt:i4>
      </vt:variant>
      <vt:variant>
        <vt:lpwstr>mailto:info@arms.org.au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Thomson</dc:creator>
  <cp:keywords/>
  <cp:lastModifiedBy>Kris Thomson</cp:lastModifiedBy>
  <cp:revision>1</cp:revision>
  <cp:lastPrinted>2011-09-06T00:32:00Z</cp:lastPrinted>
  <dcterms:created xsi:type="dcterms:W3CDTF">2015-02-13T00:33:00Z</dcterms:created>
  <dcterms:modified xsi:type="dcterms:W3CDTF">2015-02-13T00:33:00Z</dcterms:modified>
</cp:coreProperties>
</file>